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14C32EC0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  <w:r w:rsidR="00617BAC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 xml:space="preserve"> – Příloha I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4366FB89" w:rsidR="004D577D" w:rsidRPr="002B16FC" w:rsidRDefault="002B16FC" w:rsidP="003362C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</w:t>
                </w:r>
                <w:r w:rsidR="003362CF">
                  <w:rPr>
                    <w:rFonts w:ascii="Calibri" w:eastAsia="Calibri" w:hAnsi="Calibri" w:cs="Times New Roman"/>
                    <w:b w:val="0"/>
                  </w:rPr>
                  <w:t>121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309AFE03" w:rsidR="007E4995" w:rsidRPr="00E264DA" w:rsidRDefault="007E4995" w:rsidP="00966C23">
                <w:pPr>
                  <w:jc w:val="center"/>
                  <w:rPr>
                    <w:rFonts w:ascii="Calibri" w:eastAsia="Calibri" w:hAnsi="Calibri" w:cs="Times New Roman"/>
                    <w:b w:val="0"/>
                    <w:i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  <w:bookmarkStart w:id="0" w:name="_GoBack"/>
          <w:bookmarkEnd w:id="0"/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</w:t>
                </w:r>
                <w:proofErr w:type="gram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1062C1DB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sz w:val="28"/>
                  </w:rPr>
                  <w:t>1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lastRenderedPageBreak/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0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37B3A63C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color w:val="auto"/>
                    <w:sz w:val="28"/>
                  </w:rPr>
                  <w:t>2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1FD14B5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</w:t>
                </w:r>
                <w:r w:rsidR="00CE4697">
                  <w:rPr>
                    <w:rFonts w:ascii="Calibri" w:eastAsia="Calibri" w:hAnsi="Calibri" w:cs="Times New Roman"/>
                    <w:color w:val="auto"/>
                    <w:sz w:val="28"/>
                  </w:rPr>
                  <w:t>3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3362CF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1" w:name="_Toc321140622"/>
      <w:bookmarkStart w:id="2" w:name="_Toc448134365"/>
      <w:r>
        <w:lastRenderedPageBreak/>
        <w:t xml:space="preserve"> </w:t>
      </w:r>
      <w:r w:rsidR="009C7FAD">
        <w:t>Identifikační údaje</w:t>
      </w:r>
      <w:bookmarkEnd w:id="1"/>
      <w:bookmarkEnd w:id="2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475ED519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 xml:space="preserve">viz kap. </w:t>
      </w:r>
      <w:r w:rsidR="0049141F">
        <w:rPr>
          <w:b w:val="0"/>
          <w:sz w:val="20"/>
        </w:rPr>
        <w:t>7</w:t>
      </w:r>
      <w:r w:rsidR="00017916">
        <w:rPr>
          <w:b w:val="0"/>
          <w:sz w:val="20"/>
        </w:rPr>
        <w:t>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D1F9DD7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 xml:space="preserve">Národní </w:t>
      </w:r>
      <w:r w:rsidR="00285C56">
        <w:t xml:space="preserve">výzva 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F00A319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E264DA">
      <w:pPr>
        <w:spacing w:after="0"/>
        <w:jc w:val="both"/>
      </w:pPr>
      <w:r>
        <w:t>…</w:t>
      </w:r>
    </w:p>
    <w:p w14:paraId="1575CF08" w14:textId="1C628D7A" w:rsidR="00E06A66" w:rsidRDefault="003713E4" w:rsidP="00E264DA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624E32BD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 xml:space="preserve">, nebo obdobně u </w:t>
      </w:r>
      <w:proofErr w:type="spellStart"/>
      <w:r w:rsidR="0049141F">
        <w:rPr>
          <w:b w:val="0"/>
          <w:sz w:val="20"/>
        </w:rPr>
        <w:t>sub</w:t>
      </w:r>
      <w:r w:rsidR="00D17B53">
        <w:rPr>
          <w:b w:val="0"/>
          <w:sz w:val="20"/>
        </w:rPr>
        <w:t>klastr</w:t>
      </w:r>
      <w:r w:rsidR="0049141F">
        <w:rPr>
          <w:b w:val="0"/>
          <w:sz w:val="20"/>
        </w:rPr>
        <w:t>ového</w:t>
      </w:r>
      <w:proofErr w:type="spellEnd"/>
      <w:r w:rsidR="0049141F">
        <w:rPr>
          <w:b w:val="0"/>
          <w:sz w:val="20"/>
        </w:rPr>
        <w:t xml:space="preserve"> projektu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149"/>
        <w:gridCol w:w="2153"/>
        <w:gridCol w:w="2136"/>
        <w:gridCol w:w="2130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534BFE2F" w:rsidR="0032493C" w:rsidRDefault="0049141F" w:rsidP="0049141F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</w:t>
            </w:r>
            <w:r w:rsidR="00CE3DBE">
              <w:rPr>
                <w:b/>
                <w:color w:val="auto"/>
              </w:rPr>
              <w:t xml:space="preserve"> </w:t>
            </w:r>
            <w:r w:rsidR="00D17B53">
              <w:rPr>
                <w:b/>
                <w:color w:val="auto"/>
              </w:rPr>
              <w:t xml:space="preserve"> Eur</w:t>
            </w:r>
          </w:p>
        </w:tc>
        <w:tc>
          <w:tcPr>
            <w:tcW w:w="2266" w:type="dxa"/>
          </w:tcPr>
          <w:p w14:paraId="08BC20EB" w14:textId="6AA2AB75" w:rsidR="0032493C" w:rsidRDefault="0049141F" w:rsidP="0049141F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</w:t>
            </w:r>
            <w:r w:rsidR="00D17B53">
              <w:rPr>
                <w:b/>
                <w:color w:val="auto"/>
              </w:rPr>
              <w:t xml:space="preserve">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43DDB630" w14:textId="2E7459C0" w:rsidR="00CE3FF0" w:rsidRPr="00E06A66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2BA33963" w14:textId="77777777" w:rsidR="007C0202" w:rsidRDefault="007C0202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5A854F1C" w14:textId="70050CDB" w:rsidR="00CE3FF0" w:rsidRPr="00FB705F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4738DD95" w14:textId="77777777" w:rsidR="00CE3FF0" w:rsidRDefault="00CE3FF0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7741552E" w14:textId="25B02FA2" w:rsidR="009A3CB9" w:rsidRDefault="00CE3FF0" w:rsidP="00FB705F">
      <w:pPr>
        <w:pStyle w:val="Odstavecseseznamem"/>
        <w:spacing w:line="240" w:lineRule="auto"/>
        <w:jc w:val="both"/>
      </w:pPr>
      <w:r w:rsidRPr="00CE3FF0">
        <w:t>…</w:t>
      </w:r>
    </w:p>
    <w:p w14:paraId="78DD809E" w14:textId="45066D9A" w:rsidR="00CE3FF0" w:rsidRPr="009A3CB9" w:rsidRDefault="00CE3FF0" w:rsidP="00FB705F">
      <w:pPr>
        <w:pStyle w:val="Odstavecseseznamem"/>
        <w:numPr>
          <w:ilvl w:val="2"/>
          <w:numId w:val="3"/>
        </w:numPr>
        <w:spacing w:line="240" w:lineRule="auto"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FB705F">
      <w:pPr>
        <w:pStyle w:val="Odstavecseseznamem"/>
        <w:spacing w:after="0" w:line="240" w:lineRule="auto"/>
        <w:jc w:val="both"/>
      </w:pPr>
      <w:r w:rsidRPr="00E06A66">
        <w:t>…</w:t>
      </w:r>
    </w:p>
    <w:p w14:paraId="264A46FA" w14:textId="3C96CCE1" w:rsidR="009A3CB9" w:rsidRPr="009A3CB9" w:rsidRDefault="009A3CB9" w:rsidP="00FB705F">
      <w:pPr>
        <w:numPr>
          <w:ilvl w:val="2"/>
          <w:numId w:val="3"/>
        </w:numPr>
        <w:spacing w:after="0"/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467"/>
        <w:gridCol w:w="1214"/>
        <w:gridCol w:w="3015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4DE10B32" w:rsidR="009A3CB9" w:rsidRPr="009A3CB9" w:rsidRDefault="0083571A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Ostatní </w:t>
            </w: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FB705F">
      <w:pPr>
        <w:numPr>
          <w:ilvl w:val="2"/>
          <w:numId w:val="3"/>
        </w:numPr>
        <w:spacing w:after="0"/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CAB6ACB" w14:textId="56230020" w:rsidR="009A3CB9" w:rsidRPr="00FB705F" w:rsidRDefault="00FB705F" w:rsidP="00FB705F">
      <w:pPr>
        <w:spacing w:after="0"/>
        <w:ind w:left="720"/>
        <w:contextualSpacing/>
        <w:jc w:val="both"/>
      </w:pPr>
      <w:r>
        <w:t>…</w:t>
      </w: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FB705F">
      <w:pPr>
        <w:spacing w:after="0" w:line="240" w:lineRule="auto"/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FB705F">
      <w:pPr>
        <w:pStyle w:val="Nadpis21"/>
        <w:numPr>
          <w:ilvl w:val="1"/>
          <w:numId w:val="3"/>
        </w:numPr>
        <w:spacing w:line="240" w:lineRule="auto"/>
      </w:pPr>
      <w:r w:rsidRPr="009A3CB9">
        <w:t xml:space="preserve">Popis cílů projektu </w:t>
      </w:r>
    </w:p>
    <w:p w14:paraId="27F8B1C0" w14:textId="30CA280B" w:rsidR="009A3CB9" w:rsidRPr="009A3CB9" w:rsidRDefault="009A3CB9" w:rsidP="00FB705F">
      <w:pPr>
        <w:spacing w:after="0" w:line="240" w:lineRule="auto"/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FB705F">
      <w:pPr>
        <w:pStyle w:val="Nadpis21"/>
        <w:numPr>
          <w:ilvl w:val="1"/>
          <w:numId w:val="3"/>
        </w:numPr>
        <w:spacing w:line="240" w:lineRule="auto"/>
      </w:pPr>
      <w:r w:rsidRPr="009A3CB9">
        <w:t>Etapy a výsledky projektu</w:t>
      </w:r>
    </w:p>
    <w:tbl>
      <w:tblPr>
        <w:tblStyle w:val="Svtltabulkasmkou1zvraznn512"/>
        <w:tblW w:w="996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24"/>
        <w:gridCol w:w="997"/>
        <w:gridCol w:w="1852"/>
        <w:gridCol w:w="2563"/>
        <w:gridCol w:w="3133"/>
      </w:tblGrid>
      <w:tr w:rsidR="009A3CB9" w:rsidRPr="009A3CB9" w14:paraId="0B9FAC56" w14:textId="77777777" w:rsidTr="002672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7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52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63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33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7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52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63" w:type="dxa"/>
            <w:tcBorders>
              <w:top w:val="single" w:sz="12" w:space="0" w:color="8EAADB"/>
              <w:bottom w:val="single" w:sz="4" w:space="0" w:color="1DC4FF"/>
            </w:tcBorders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lastRenderedPageBreak/>
              <w:t>E002</w:t>
            </w:r>
          </w:p>
        </w:tc>
        <w:tc>
          <w:tcPr>
            <w:tcW w:w="997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6F4BFE0B" w14:textId="77777777" w:rsid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  <w:p w14:paraId="73CCC855" w14:textId="77777777" w:rsidR="00C824C1" w:rsidRPr="009A3CB9" w:rsidRDefault="00C824C1" w:rsidP="00C824C1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tcBorders>
              <w:top w:val="single" w:sz="4" w:space="0" w:color="1DC4FF"/>
              <w:right w:val="single" w:sz="4" w:space="0" w:color="1DC4FF"/>
            </w:tcBorders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left w:val="single" w:sz="4" w:space="0" w:color="1DC4FF"/>
              <w:bottom w:val="single" w:sz="4" w:space="0" w:color="1DC4FF"/>
            </w:tcBorders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tcBorders>
              <w:top w:val="single" w:sz="4" w:space="0" w:color="1DC4FF"/>
            </w:tcBorders>
            <w:vAlign w:val="center"/>
          </w:tcPr>
          <w:p w14:paraId="77B27824" w14:textId="77777777" w:rsid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  <w:p w14:paraId="14B7EEAC" w14:textId="77777777" w:rsidR="00C824C1" w:rsidRDefault="00C824C1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  <w:p w14:paraId="6F4535BB" w14:textId="77777777" w:rsidR="00C824C1" w:rsidRPr="009A3CB9" w:rsidRDefault="00C824C1" w:rsidP="00C824C1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tcBorders>
              <w:right w:val="single" w:sz="4" w:space="0" w:color="1DC4FF"/>
            </w:tcBorders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left w:val="single" w:sz="4" w:space="0" w:color="1DC4FF"/>
            </w:tcBorders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7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bottom w:val="single" w:sz="4" w:space="0" w:color="1DC4FF"/>
            </w:tcBorders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661BB699" w14:textId="77777777" w:rsidR="009A3CB9" w:rsidRPr="009A3CB9" w:rsidRDefault="009A3CB9" w:rsidP="00C824C1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</w:tcBorders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7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bottom w:val="single" w:sz="4" w:space="0" w:color="1DC4FF"/>
            </w:tcBorders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  <w:bottom w:val="single" w:sz="4" w:space="0" w:color="1DC4FF"/>
            </w:tcBorders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2672D6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4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7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52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63" w:type="dxa"/>
            <w:tcBorders>
              <w:top w:val="single" w:sz="4" w:space="0" w:color="1DC4FF"/>
            </w:tcBorders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33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5281CF1" w14:textId="77777777" w:rsidR="00EC72F2" w:rsidRDefault="00EC72F2" w:rsidP="00EC72F2">
      <w:pPr>
        <w:pBdr>
          <w:bottom w:val="single" w:sz="12" w:space="1" w:color="1DC4FF"/>
        </w:pBdr>
        <w:jc w:val="both"/>
        <w:rPr>
          <w:b/>
          <w:color w:val="auto"/>
          <w:sz w:val="22"/>
        </w:rPr>
      </w:pP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9A55346" w14:textId="1D6F99AC" w:rsidR="009A3CB9" w:rsidRPr="009A3CB9" w:rsidRDefault="00FB705F" w:rsidP="00FB705F">
      <w:pPr>
        <w:ind w:left="720"/>
        <w:contextualSpacing/>
        <w:jc w:val="both"/>
      </w:pPr>
      <w:r>
        <w:t>E001</w:t>
      </w: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49F8829A" w14:textId="6B5B022E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8ABAC60" w14:textId="2C5C48A1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332DADD" w14:textId="5D6711CE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5291C292" w14:textId="0CC63E9A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3CE23F4B" w14:textId="7D98A94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2E1AE9">
      <w:pPr>
        <w:pBdr>
          <w:bottom w:val="single" w:sz="12" w:space="1" w:color="0070C0"/>
        </w:pBdr>
        <w:ind w:right="141"/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0ED8A69B" w14:textId="054A41AD" w:rsidR="009A3CB9" w:rsidRPr="009A3CB9" w:rsidRDefault="00FB705F" w:rsidP="00FB705F">
      <w:pPr>
        <w:ind w:left="720"/>
        <w:contextualSpacing/>
        <w:jc w:val="both"/>
      </w:pPr>
      <w:r>
        <w:t>E002</w:t>
      </w: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7764996A" w14:textId="4F40D578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AC9CD45" w14:textId="44E98FDC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1DB312B1" w14:textId="4D25F9B6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FB705F" w:rsidRDefault="009A3CB9" w:rsidP="00FB705F">
      <w:pPr>
        <w:spacing w:after="0"/>
        <w:ind w:left="720"/>
        <w:contextualSpacing/>
        <w:jc w:val="both"/>
        <w:rPr>
          <w:b/>
        </w:rPr>
      </w:pPr>
      <w:r w:rsidRPr="009A3CB9">
        <w:t>…</w:t>
      </w:r>
    </w:p>
    <w:p w14:paraId="391A497F" w14:textId="77777777" w:rsidR="009A3CB9" w:rsidRPr="00FB705F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FB705F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FB705F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5B528AC4" w:rsidR="005761CF" w:rsidRPr="00FB705F" w:rsidRDefault="009A3CB9" w:rsidP="00FB705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FB705F">
        <w:rPr>
          <w:b/>
          <w:color w:val="auto"/>
        </w:rPr>
        <w:t xml:space="preserve">Formy výsledku podle struktury databáze RIV v etapě řešení E002 </w:t>
      </w:r>
      <w:r w:rsidRPr="00FB705F">
        <w:rPr>
          <w:i/>
          <w:color w:val="auto"/>
        </w:rPr>
        <w:t xml:space="preserve">(identifikace výsledků s přihlédnutím ke kritériím splnění cílů programu </w:t>
      </w:r>
      <w:r w:rsidR="005761CF" w:rsidRPr="00FB705F">
        <w:rPr>
          <w:i/>
          <w:color w:val="auto"/>
        </w:rPr>
        <w:t xml:space="preserve">„Příručka I-E_INTER-EUREKA uchazeče </w:t>
      </w:r>
      <w:proofErr w:type="gramStart"/>
      <w:r w:rsidR="005761CF" w:rsidRPr="00FB705F">
        <w:rPr>
          <w:i/>
          <w:color w:val="auto"/>
        </w:rPr>
        <w:t>kap.2“</w:t>
      </w:r>
      <w:proofErr w:type="gramEnd"/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F51C36">
      <w:pPr>
        <w:pBdr>
          <w:top w:val="single" w:sz="12" w:space="3" w:color="0070C0"/>
        </w:pBdr>
        <w:ind w:right="141"/>
        <w:jc w:val="right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1CD38E5D" w14:textId="37BC77D3" w:rsidR="009A3CB9" w:rsidRPr="009A3CB9" w:rsidRDefault="00FB705F" w:rsidP="00FB705F">
      <w:pPr>
        <w:ind w:left="720"/>
        <w:contextualSpacing/>
        <w:jc w:val="both"/>
      </w:pPr>
      <w:r>
        <w:t>E003</w:t>
      </w: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EC18085" w14:textId="711BA8C1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6481142" w14:textId="6BD54DEF" w:rsidR="009A3CB9" w:rsidRPr="009A3CB9" w:rsidRDefault="00FB705F" w:rsidP="00FB705F">
      <w:pPr>
        <w:ind w:left="720"/>
        <w:contextualSpacing/>
        <w:jc w:val="both"/>
      </w:pPr>
      <w:r>
        <w:t>…</w:t>
      </w: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0393347" w14:textId="1B934E16" w:rsidR="009A3CB9" w:rsidRPr="0026610F" w:rsidRDefault="00FB705F" w:rsidP="00FB705F">
      <w:pPr>
        <w:ind w:left="720"/>
        <w:contextualSpacing/>
        <w:jc w:val="both"/>
      </w:pPr>
      <w:r>
        <w:t>…</w:t>
      </w: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2198A6" w14:textId="7D276832" w:rsidR="009A3CB9" w:rsidRPr="0026610F" w:rsidRDefault="00FB705F" w:rsidP="00EE2C42">
      <w:pPr>
        <w:spacing w:line="240" w:lineRule="auto"/>
        <w:ind w:left="720"/>
        <w:contextualSpacing/>
        <w:jc w:val="both"/>
      </w:pPr>
      <w:r>
        <w:t>…</w:t>
      </w: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5807211B" w:rsidR="005761CF" w:rsidRPr="00FB705F" w:rsidRDefault="009A3CB9" w:rsidP="00FB705F">
      <w:pPr>
        <w:pStyle w:val="Odstavecseseznamem"/>
        <w:numPr>
          <w:ilvl w:val="2"/>
          <w:numId w:val="10"/>
        </w:numPr>
        <w:jc w:val="both"/>
        <w:rPr>
          <w:b/>
          <w:color w:val="auto"/>
        </w:rPr>
      </w:pPr>
      <w:r w:rsidRPr="00FB705F">
        <w:rPr>
          <w:b/>
          <w:color w:val="auto"/>
        </w:rPr>
        <w:t>Formy výsledku podle struktury databáze RIV v etapě řešení E003</w:t>
      </w:r>
      <w:r w:rsidR="0026610F" w:rsidRPr="00FB705F">
        <w:rPr>
          <w:b/>
          <w:color w:val="auto"/>
        </w:rPr>
        <w:t xml:space="preserve"> </w:t>
      </w:r>
      <w:r w:rsidR="0026610F" w:rsidRPr="00FB705F">
        <w:rPr>
          <w:i/>
          <w:color w:val="auto"/>
        </w:rPr>
        <w:t xml:space="preserve">(identifikace výsledků s přihlédnutím ke kritériím splnění cílů programu </w:t>
      </w:r>
      <w:r w:rsidR="005761CF" w:rsidRPr="00FB705F">
        <w:rPr>
          <w:i/>
          <w:color w:val="auto"/>
        </w:rPr>
        <w:t xml:space="preserve">„Příručka I-E_INTER-EUREKA uchazeče </w:t>
      </w:r>
      <w:proofErr w:type="gramStart"/>
      <w:r w:rsidR="005761CF" w:rsidRPr="00FB705F">
        <w:rPr>
          <w:i/>
          <w:color w:val="auto"/>
        </w:rPr>
        <w:t>kap.2“</w:t>
      </w:r>
      <w:proofErr w:type="gramEnd"/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557B01">
      <w:pPr>
        <w:pStyle w:val="Nadpis21"/>
        <w:numPr>
          <w:ilvl w:val="1"/>
          <w:numId w:val="10"/>
        </w:numPr>
        <w:spacing w:before="0" w:line="240" w:lineRule="auto"/>
      </w:pPr>
      <w:r>
        <w:t>Metodický postup a použité metody</w:t>
      </w:r>
    </w:p>
    <w:p w14:paraId="5A5F804E" w14:textId="1CCA11F8" w:rsidR="00557B01" w:rsidRPr="00557B01" w:rsidRDefault="00557B01" w:rsidP="00557B01">
      <w:r>
        <w:t>...</w:t>
      </w:r>
    </w:p>
    <w:p w14:paraId="32AE6400" w14:textId="22A3851C" w:rsidR="009A3CB9" w:rsidRDefault="009A3CB9" w:rsidP="00557B01">
      <w:pPr>
        <w:pStyle w:val="Nadpis21"/>
        <w:numPr>
          <w:ilvl w:val="1"/>
          <w:numId w:val="10"/>
        </w:numPr>
        <w:spacing w:before="0" w:line="240" w:lineRule="auto"/>
      </w:pPr>
      <w:r>
        <w:t>Analýza rizik ohrožujících dosažení výsledků projektu</w:t>
      </w:r>
    </w:p>
    <w:p w14:paraId="1FB9257D" w14:textId="48B95F15" w:rsidR="00675B0F" w:rsidRDefault="00675B0F" w:rsidP="00557B01">
      <w:pPr>
        <w:jc w:val="both"/>
      </w:pPr>
      <w:r>
        <w:t>…</w:t>
      </w:r>
    </w:p>
    <w:p w14:paraId="27BC174C" w14:textId="12D40E3A" w:rsidR="004773EB" w:rsidRDefault="007F6495" w:rsidP="00FB705F">
      <w:pPr>
        <w:pStyle w:val="Nadpis11"/>
        <w:numPr>
          <w:ilvl w:val="0"/>
          <w:numId w:val="10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4B62043E" w:rsidR="005B31BC" w:rsidRPr="005B31BC" w:rsidRDefault="005B31BC" w:rsidP="00072E3C">
      <w:pPr>
        <w:pStyle w:val="Nadpis21"/>
        <w:numPr>
          <w:ilvl w:val="1"/>
          <w:numId w:val="27"/>
        </w:numPr>
      </w:pPr>
      <w:r w:rsidRPr="005B31BC">
        <w:t>Představení týmu</w:t>
      </w:r>
    </w:p>
    <w:p w14:paraId="65941079" w14:textId="77777777" w:rsidR="005B31BC" w:rsidRPr="005B31BC" w:rsidRDefault="005B31BC" w:rsidP="00072E3C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072E3C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FB705F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43B298BD" w14:textId="77777777" w:rsidR="005B31BC" w:rsidRPr="005B31BC" w:rsidRDefault="005B31BC" w:rsidP="00072E3C">
      <w:pPr>
        <w:pStyle w:val="Nadpis21"/>
        <w:numPr>
          <w:ilvl w:val="1"/>
          <w:numId w:val="27"/>
        </w:numPr>
        <w:spacing w:line="240" w:lineRule="auto"/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64"/>
        <w:gridCol w:w="3219"/>
        <w:gridCol w:w="1872"/>
        <w:gridCol w:w="1334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00AC1C23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</w:t>
            </w:r>
            <w:r w:rsidR="00EE2C42">
              <w:rPr>
                <w:rFonts w:eastAsia="Times New Roman" w:cstheme="minorHAnsi"/>
                <w:sz w:val="18"/>
              </w:rPr>
              <w:t>1</w:t>
            </w:r>
            <w:r w:rsidRPr="005B31BC">
              <w:rPr>
                <w:rFonts w:eastAsia="Times New Roman" w:cstheme="minorHAnsi"/>
                <w:sz w:val="18"/>
              </w:rPr>
              <w:t xml:space="preserve">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65C02289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</w:t>
            </w:r>
            <w:r w:rsidR="00EE2C42">
              <w:rPr>
                <w:rFonts w:eastAsia="Times New Roman" w:cstheme="minorHAnsi"/>
                <w:sz w:val="18"/>
              </w:rPr>
              <w:t>2</w:t>
            </w:r>
            <w:r w:rsidRPr="005B31BC">
              <w:rPr>
                <w:rFonts w:eastAsia="Times New Roman" w:cstheme="minorHAnsi"/>
                <w:sz w:val="18"/>
              </w:rPr>
              <w:t xml:space="preserve">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0DC57ADB" w:rsidR="005B31BC" w:rsidRPr="005B31BC" w:rsidRDefault="005B31BC" w:rsidP="00072E3C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 xml:space="preserve">Identifikační údaje účastníka 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610"/>
        <w:gridCol w:w="6678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011E4298" w:rsidR="005B31BC" w:rsidRPr="005B31BC" w:rsidRDefault="00072E3C" w:rsidP="00072E3C">
            <w:pPr>
              <w:rPr>
                <w:rFonts w:eastAsia="Times New Roman" w:cstheme="minorHAnsi"/>
                <w:sz w:val="20"/>
                <w:szCs w:val="24"/>
              </w:rPr>
            </w:pPr>
            <w:r w:rsidRPr="00072E3C">
              <w:rPr>
                <w:rFonts w:eastAsia="Times New Roman" w:cstheme="minorHAnsi"/>
                <w:sz w:val="20"/>
              </w:rPr>
              <w:t xml:space="preserve">Obchodní jméno - Název 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2E313426" w:rsidR="005B31BC" w:rsidRPr="005B31BC" w:rsidRDefault="00072E3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072E3C">
              <w:rPr>
                <w:rFonts w:eastAsia="Times New Roman" w:cstheme="minorHAnsi"/>
                <w:sz w:val="20"/>
                <w:szCs w:val="24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1BADE684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  <w:r w:rsidR="00F54933">
              <w:rPr>
                <w:rFonts w:cstheme="minorHAnsi"/>
                <w:sz w:val="20"/>
              </w:rPr>
              <w:t>kap. 8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072E3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lastRenderedPageBreak/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248DF0D0" w:rsidR="005B31BC" w:rsidRPr="005B31BC" w:rsidRDefault="005B31BC" w:rsidP="00E9169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</w:t>
            </w:r>
            <w:r w:rsidR="00E91696">
              <w:rPr>
                <w:rFonts w:ascii="Arial CE" w:eastAsia="Times New Roman" w:hAnsi="Arial CE" w:cs="Arial CE"/>
                <w:sz w:val="20"/>
              </w:rPr>
              <w:t xml:space="preserve"> / Datová schránka</w:t>
            </w:r>
            <w:r w:rsidR="0049141F">
              <w:rPr>
                <w:rFonts w:ascii="Arial CE" w:eastAsia="Times New Roman" w:hAnsi="Arial CE" w:cs="Arial CE"/>
                <w:sz w:val="20"/>
              </w:rPr>
              <w:t xml:space="preserve"> organizace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072E3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072E3C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48735CF9" w:rsidR="005B31BC" w:rsidRPr="0049141F" w:rsidRDefault="005B31BC" w:rsidP="00072E3C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49141F">
        <w:rPr>
          <w:b/>
          <w:color w:val="auto"/>
        </w:rPr>
        <w:t xml:space="preserve">Statutární orgán účastníka 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64"/>
        <w:gridCol w:w="2037"/>
        <w:gridCol w:w="1887"/>
        <w:gridCol w:w="2900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3D606ABA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</w:t>
            </w:r>
            <w:r w:rsidR="00E91696">
              <w:rPr>
                <w:rFonts w:ascii="Arial CE" w:eastAsia="Times New Roman" w:hAnsi="Arial CE" w:cs="Arial CE"/>
                <w:sz w:val="18"/>
              </w:rPr>
              <w:t>efon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2ACBAFF4" w:rsidR="005B31BC" w:rsidRPr="00BF1743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Identifikační údaje </w:t>
      </w:r>
      <w:r w:rsidR="00BF1743" w:rsidRPr="00BF1743">
        <w:rPr>
          <w:b/>
          <w:color w:val="auto"/>
        </w:rPr>
        <w:t xml:space="preserve">dalšího </w:t>
      </w:r>
      <w:r w:rsidRPr="00BF1743">
        <w:rPr>
          <w:b/>
          <w:color w:val="auto"/>
        </w:rPr>
        <w:t>účastníka</w:t>
      </w:r>
      <w:r w:rsidR="00BF1743" w:rsidRPr="00BF1743">
        <w:rPr>
          <w:b/>
          <w:color w:val="auto"/>
        </w:rPr>
        <w:t>1</w:t>
      </w:r>
      <w:r w:rsidRPr="00BF1743">
        <w:rPr>
          <w:b/>
          <w:color w:val="auto"/>
        </w:rPr>
        <w:t xml:space="preserve"> 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610"/>
        <w:gridCol w:w="6678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152A1C47" w:rsidR="005B31BC" w:rsidRPr="005B31BC" w:rsidRDefault="00BF1743" w:rsidP="00BF1743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BF1743">
              <w:rPr>
                <w:rFonts w:ascii="Arial CE" w:eastAsia="Times New Roman" w:hAnsi="Arial CE" w:cs="Arial CE"/>
                <w:sz w:val="20"/>
              </w:rPr>
              <w:t xml:space="preserve">Obchodní jméno - Název 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18C3E03E" w:rsidR="005B31BC" w:rsidRPr="00BF1743" w:rsidRDefault="00BF1743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BF1743">
              <w:rPr>
                <w:rFonts w:eastAsia="Times New Roman" w:cstheme="minorHAnsi"/>
                <w:sz w:val="20"/>
                <w:szCs w:val="24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26EF8786" w:rsidR="005B31BC" w:rsidRPr="005B31BC" w:rsidRDefault="00A12408" w:rsidP="00A12408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gramStart"/>
            <w:r w:rsidRPr="00A12408">
              <w:rPr>
                <w:rFonts w:cstheme="minorHAnsi"/>
                <w:sz w:val="20"/>
                <w:szCs w:val="20"/>
              </w:rPr>
              <w:t>viz  kap.</w:t>
            </w:r>
            <w:proofErr w:type="gramEnd"/>
            <w:r w:rsidRPr="00A12408">
              <w:rPr>
                <w:rFonts w:cstheme="minorHAnsi"/>
                <w:sz w:val="20"/>
                <w:szCs w:val="20"/>
              </w:rPr>
              <w:t xml:space="preserve"> 8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5FF835E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45C1388" w:rsidR="005B31BC" w:rsidRPr="005B31BC" w:rsidRDefault="00E91696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696">
              <w:rPr>
                <w:rFonts w:ascii="Arial CE" w:eastAsia="Times New Roman" w:hAnsi="Arial CE" w:cs="Arial CE"/>
                <w:sz w:val="20"/>
              </w:rPr>
              <w:t>Telefon / Datová schránka</w:t>
            </w:r>
            <w:r w:rsidR="0049141F">
              <w:rPr>
                <w:rFonts w:ascii="Arial CE" w:eastAsia="Times New Roman" w:hAnsi="Arial CE" w:cs="Arial CE"/>
                <w:sz w:val="20"/>
              </w:rPr>
              <w:t xml:space="preserve"> organizace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BF1743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18"/>
                <w:szCs w:val="18"/>
              </w:rPr>
            </w:pPr>
            <w:r w:rsidRPr="00BF1743">
              <w:rPr>
                <w:rFonts w:ascii="Arial CE" w:eastAsia="Times New Roman" w:hAnsi="Arial CE" w:cs="Arial CE"/>
                <w:b w:val="0"/>
                <w:sz w:val="18"/>
                <w:szCs w:val="18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6186C0DE" w:rsidR="005B31BC" w:rsidRPr="00BF1743" w:rsidRDefault="00BF1743" w:rsidP="00B4462E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Statutární </w:t>
      </w:r>
      <w:proofErr w:type="gramStart"/>
      <w:r w:rsidRPr="00BF1743">
        <w:rPr>
          <w:b/>
          <w:color w:val="auto"/>
        </w:rPr>
        <w:t>orgán  dalšího</w:t>
      </w:r>
      <w:proofErr w:type="gramEnd"/>
      <w:r w:rsidRPr="00BF1743">
        <w:rPr>
          <w:b/>
          <w:color w:val="auto"/>
        </w:rPr>
        <w:t xml:space="preserve"> </w:t>
      </w:r>
      <w:r w:rsidR="005B31BC" w:rsidRPr="00BF1743">
        <w:rPr>
          <w:b/>
          <w:color w:val="auto"/>
        </w:rPr>
        <w:t>účastníka</w:t>
      </w:r>
      <w:r w:rsidRPr="00BF1743">
        <w:rPr>
          <w:b/>
          <w:color w:val="auto"/>
        </w:rPr>
        <w:t>1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321"/>
        <w:gridCol w:w="2035"/>
        <w:gridCol w:w="2177"/>
        <w:gridCol w:w="2755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6C64606C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</w:t>
            </w:r>
            <w:r w:rsidR="00E91696">
              <w:rPr>
                <w:rFonts w:ascii="Arial CE" w:eastAsia="Times New Roman" w:hAnsi="Arial CE" w:cs="Arial CE"/>
                <w:sz w:val="18"/>
              </w:rPr>
              <w:t>efon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706B294B" w:rsidR="005B31BC" w:rsidRPr="00BF1743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</w:rPr>
      </w:pPr>
      <w:r w:rsidRPr="00BF1743">
        <w:rPr>
          <w:b/>
          <w:color w:val="auto"/>
        </w:rPr>
        <w:t xml:space="preserve">Identifikační údaje </w:t>
      </w:r>
      <w:r w:rsidR="00BF1743" w:rsidRPr="00BF1743">
        <w:rPr>
          <w:b/>
          <w:color w:val="auto"/>
        </w:rPr>
        <w:t xml:space="preserve">dalšího </w:t>
      </w:r>
      <w:r w:rsidRPr="00BF1743">
        <w:rPr>
          <w:b/>
          <w:color w:val="auto"/>
        </w:rPr>
        <w:t>účastníka</w:t>
      </w:r>
      <w:r w:rsidR="00BF1743" w:rsidRPr="00BF1743">
        <w:rPr>
          <w:b/>
          <w:color w:val="auto"/>
        </w:rPr>
        <w:t>2</w:t>
      </w:r>
    </w:p>
    <w:p w14:paraId="31B4A290" w14:textId="353A0675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4A7887" w14:textId="66D46C7D" w:rsidR="00BF1743" w:rsidRPr="0049141F" w:rsidRDefault="00BF1743" w:rsidP="00BF1743">
      <w:pPr>
        <w:ind w:left="720" w:hanging="720"/>
        <w:contextualSpacing/>
        <w:jc w:val="both"/>
        <w:rPr>
          <w:b/>
          <w:color w:val="auto"/>
        </w:rPr>
      </w:pPr>
      <w:r w:rsidRPr="0049141F">
        <w:rPr>
          <w:b/>
          <w:color w:val="auto"/>
        </w:rPr>
        <w:lastRenderedPageBreak/>
        <w:t>4.2.6</w:t>
      </w:r>
      <w:r w:rsidRPr="0049141F">
        <w:rPr>
          <w:color w:val="auto"/>
        </w:rPr>
        <w:t xml:space="preserve"> </w:t>
      </w:r>
      <w:r w:rsidRPr="0049141F">
        <w:rPr>
          <w:b/>
          <w:color w:val="auto"/>
        </w:rPr>
        <w:tab/>
        <w:t>Statutární orgán dalšího účastníka2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BF1743">
      <w:pPr>
        <w:pStyle w:val="Nadpis21"/>
        <w:numPr>
          <w:ilvl w:val="1"/>
          <w:numId w:val="27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49"/>
        <w:gridCol w:w="2905"/>
        <w:gridCol w:w="2324"/>
        <w:gridCol w:w="2610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69A00AC9" w:rsidR="005B31BC" w:rsidRPr="005B31BC" w:rsidRDefault="005B31BC" w:rsidP="00E916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</w:t>
            </w:r>
            <w:r w:rsidR="00E91696">
              <w:rPr>
                <w:rFonts w:ascii="Arial CE" w:eastAsia="Times New Roman" w:hAnsi="Arial CE" w:cs="Arial CE"/>
                <w:sz w:val="20"/>
              </w:rPr>
              <w:t>efon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51"/>
        <w:gridCol w:w="2903"/>
        <w:gridCol w:w="2324"/>
        <w:gridCol w:w="2610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1ECA0D3E" w:rsidR="005B31BC" w:rsidRPr="005B31BC" w:rsidRDefault="00E91696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E91696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51"/>
        <w:gridCol w:w="2903"/>
        <w:gridCol w:w="2324"/>
        <w:gridCol w:w="2610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4E77ACA5" w:rsidR="005B31BC" w:rsidRPr="005B31BC" w:rsidRDefault="00E91696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E91696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680C4D73" w:rsidR="005B31BC" w:rsidRPr="00A12408" w:rsidRDefault="005B31BC" w:rsidP="005B31BC">
      <w:pPr>
        <w:spacing w:after="0" w:line="240" w:lineRule="auto"/>
        <w:jc w:val="both"/>
        <w:rPr>
          <w:rFonts w:cstheme="minorHAnsi"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  <w:r w:rsidR="00A12408">
        <w:rPr>
          <w:rFonts w:cstheme="minorHAnsi"/>
          <w:b/>
          <w:color w:val="auto"/>
        </w:rPr>
        <w:t xml:space="preserve"> </w:t>
      </w:r>
      <w:r w:rsidR="00A12408" w:rsidRPr="00A12408">
        <w:rPr>
          <w:rFonts w:cstheme="minorHAnsi"/>
          <w:color w:val="auto"/>
        </w:rPr>
        <w:t>(viz kap. 7.1.9)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BF1743">
      <w:pPr>
        <w:pStyle w:val="Odstavecseseznamem"/>
        <w:numPr>
          <w:ilvl w:val="2"/>
          <w:numId w:val="27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125C0547" w:rsidR="005B31BC" w:rsidRPr="00CE4697" w:rsidRDefault="005B31BC" w:rsidP="00CE4697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CE4697">
        <w:rPr>
          <w:rFonts w:cstheme="minorHAnsi"/>
          <w:b/>
          <w:color w:val="auto"/>
          <w:sz w:val="24"/>
        </w:rPr>
        <w:t>Osoby řešitelského týmu - …</w:t>
      </w:r>
      <w:r w:rsidRPr="00CE4697">
        <w:rPr>
          <w:rFonts w:cstheme="minorHAnsi"/>
          <w:color w:val="auto"/>
          <w:sz w:val="24"/>
        </w:rPr>
        <w:t xml:space="preserve"> </w:t>
      </w:r>
      <w:r w:rsidRPr="00CE4697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E4697">
      <w:pPr>
        <w:pStyle w:val="Odstavecseseznamem"/>
        <w:numPr>
          <w:ilvl w:val="2"/>
          <w:numId w:val="27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7163E3A2" w:rsidR="005B31BC" w:rsidRPr="004363B0" w:rsidRDefault="005B31BC" w:rsidP="00CE4697">
      <w:pPr>
        <w:pStyle w:val="Odstavecseseznamem"/>
        <w:numPr>
          <w:ilvl w:val="2"/>
          <w:numId w:val="27"/>
        </w:numPr>
        <w:rPr>
          <w:rFonts w:cstheme="minorHAnsi"/>
          <w:color w:val="auto"/>
        </w:rPr>
      </w:pPr>
      <w:r w:rsidRPr="00CE4697">
        <w:rPr>
          <w:rFonts w:cstheme="minorHAnsi"/>
          <w:b/>
          <w:color w:val="auto"/>
          <w:sz w:val="24"/>
        </w:rPr>
        <w:t xml:space="preserve">Osoby řešitelského týmu - … </w:t>
      </w:r>
      <w:r w:rsidRPr="004363B0">
        <w:rPr>
          <w:rFonts w:cstheme="minorHAnsi"/>
          <w:i/>
          <w:color w:val="auto"/>
        </w:rPr>
        <w:t>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E4697">
      <w:pPr>
        <w:pStyle w:val="Odstavecseseznamem"/>
        <w:numPr>
          <w:ilvl w:val="2"/>
          <w:numId w:val="27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481"/>
        <w:gridCol w:w="5807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40FD29FB" w:rsidR="00010E44" w:rsidRPr="00D93A98" w:rsidRDefault="00B4462E" w:rsidP="00D93A98">
      <w:pPr>
        <w:pStyle w:val="Nadpis21"/>
        <w:ind w:left="405"/>
        <w:jc w:val="both"/>
        <w:rPr>
          <w:b w:val="0"/>
          <w:sz w:val="32"/>
          <w:szCs w:val="32"/>
        </w:rPr>
      </w:pPr>
      <w:r>
        <w:rPr>
          <w:sz w:val="32"/>
          <w:szCs w:val="32"/>
        </w:rPr>
        <w:t>5</w:t>
      </w:r>
      <w:r w:rsidR="00D93A98">
        <w:rPr>
          <w:sz w:val="32"/>
          <w:szCs w:val="32"/>
        </w:rPr>
        <w:t>.</w:t>
      </w:r>
      <w:r w:rsidR="00D93A98" w:rsidRPr="00D93A98">
        <w:rPr>
          <w:sz w:val="32"/>
          <w:szCs w:val="32"/>
        </w:rPr>
        <w:t xml:space="preserve"> </w:t>
      </w:r>
      <w:r w:rsidR="00D93A98"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 xml:space="preserve">název </w:t>
      </w:r>
      <w:r w:rsidR="00335213">
        <w:rPr>
          <w:color w:val="auto"/>
          <w:sz w:val="32"/>
          <w:szCs w:val="32"/>
        </w:rPr>
        <w:t>organizace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3" w:type="pct"/>
        <w:tblLook w:val="04A0" w:firstRow="1" w:lastRow="0" w:firstColumn="1" w:lastColumn="0" w:noHBand="0" w:noVBand="1"/>
      </w:tblPr>
      <w:tblGrid>
        <w:gridCol w:w="1450"/>
        <w:gridCol w:w="3291"/>
        <w:gridCol w:w="2877"/>
        <w:gridCol w:w="2833"/>
        <w:gridCol w:w="2613"/>
        <w:gridCol w:w="2623"/>
      </w:tblGrid>
      <w:tr w:rsidR="00010E44" w14:paraId="190E5085" w14:textId="77777777" w:rsidTr="00C91E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C91E2C">
        <w:trPr>
          <w:trHeight w:val="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713031D5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vAlign w:val="center"/>
          </w:tcPr>
          <w:p w14:paraId="0ADDB1A0" w14:textId="38ACAC33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03" w:type="pct"/>
            <w:vAlign w:val="center"/>
          </w:tcPr>
          <w:p w14:paraId="75F40C95" w14:textId="4B653318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3" w:type="pct"/>
            <w:vAlign w:val="center"/>
          </w:tcPr>
          <w:p w14:paraId="2E939895" w14:textId="5973D9FB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vAlign w:val="center"/>
          </w:tcPr>
          <w:p w14:paraId="6F5147B2" w14:textId="23685D2A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14:paraId="1D0BFF62" w14:textId="77777777" w:rsidTr="00C91E2C">
        <w:trPr>
          <w:trHeight w:val="7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C91E2C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C91E2C">
        <w:trPr>
          <w:trHeight w:val="7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CCC6923" w14:textId="77777777" w:rsidR="00C91E2C" w:rsidRPr="00307882" w:rsidRDefault="00010E44" w:rsidP="00010E44">
      <w:pPr>
        <w:rPr>
          <w:b/>
          <w:sz w:val="16"/>
          <w:szCs w:val="16"/>
        </w:rPr>
      </w:pPr>
      <w:r w:rsidRPr="00307882">
        <w:rPr>
          <w:b/>
          <w:sz w:val="16"/>
          <w:szCs w:val="16"/>
        </w:rPr>
        <w:t xml:space="preserve">Slovní zdůvodnění. Ve zdůvodnění jednotlivých položek uznaných nákladů projektu </w:t>
      </w:r>
      <w:proofErr w:type="spellStart"/>
      <w:r w:rsidRPr="00307882">
        <w:rPr>
          <w:b/>
          <w:sz w:val="16"/>
          <w:szCs w:val="16"/>
        </w:rPr>
        <w:t>VaVaI</w:t>
      </w:r>
      <w:proofErr w:type="spellEnd"/>
      <w:r w:rsidRPr="00307882">
        <w:rPr>
          <w:b/>
          <w:sz w:val="16"/>
          <w:szCs w:val="16"/>
        </w:rPr>
        <w:t xml:space="preserve"> podrobně specifikujte a kvantifikujte náklady hrazené z poskytnuté podpory i náklady hrazené z jiných zdrojů. </w:t>
      </w:r>
    </w:p>
    <w:p w14:paraId="74FBF635" w14:textId="77777777" w:rsidR="00C91E2C" w:rsidRDefault="00C91E2C" w:rsidP="00010E44">
      <w:pPr>
        <w:rPr>
          <w:sz w:val="14"/>
        </w:rPr>
      </w:pPr>
    </w:p>
    <w:p w14:paraId="731D2E14" w14:textId="415213DB" w:rsidR="00335213" w:rsidRPr="00C91E2C" w:rsidRDefault="00010E44" w:rsidP="00010E44">
      <w:pPr>
        <w:rPr>
          <w:sz w:val="16"/>
          <w:szCs w:val="16"/>
        </w:rPr>
      </w:pPr>
      <w:r w:rsidRPr="00C91E2C">
        <w:rPr>
          <w:b/>
          <w:sz w:val="16"/>
          <w:szCs w:val="16"/>
        </w:rPr>
        <w:t>Vždy nejprve ve vyplňované buňce uveďte částku, zda je hrazena z podpory, či jiných zdrojů a pak teprve podrobně slovně specifikujte položku.</w:t>
      </w:r>
      <w:r w:rsidRPr="00C91E2C">
        <w:rPr>
          <w:sz w:val="16"/>
          <w:szCs w:val="16"/>
        </w:rPr>
        <w:t xml:space="preserve"> </w:t>
      </w:r>
      <w:r w:rsidRPr="00C91E2C">
        <w:rPr>
          <w:b/>
          <w:color w:val="FF0000"/>
          <w:sz w:val="16"/>
          <w:szCs w:val="16"/>
        </w:rPr>
        <w:t xml:space="preserve">Pozor! Nutná shoda s tabulkou </w:t>
      </w:r>
      <w:r w:rsidR="00D93A98" w:rsidRPr="00C91E2C">
        <w:rPr>
          <w:b/>
          <w:color w:val="FF0000"/>
          <w:sz w:val="16"/>
          <w:szCs w:val="16"/>
        </w:rPr>
        <w:t>uznaných nákladů kap. 8.1.3</w:t>
      </w:r>
      <w:r w:rsidRPr="00C91E2C">
        <w:rPr>
          <w:b/>
          <w:color w:val="FF0000"/>
          <w:sz w:val="16"/>
          <w:szCs w:val="16"/>
        </w:rPr>
        <w:t xml:space="preserve"> (bude posuzováno v rámci formální správnosti návrhu projektu</w:t>
      </w:r>
      <w:r w:rsidR="00412F26" w:rsidRPr="00C91E2C">
        <w:rPr>
          <w:b/>
          <w:color w:val="FF0000"/>
          <w:sz w:val="16"/>
          <w:szCs w:val="16"/>
        </w:rPr>
        <w:t>)</w:t>
      </w:r>
    </w:p>
    <w:p w14:paraId="4F4E8901" w14:textId="1F9BD401" w:rsidR="00010E44" w:rsidRDefault="00B4462E" w:rsidP="00B4462E">
      <w:pPr>
        <w:pStyle w:val="Nadpis21"/>
        <w:ind w:left="384" w:hanging="384"/>
        <w:jc w:val="both"/>
        <w:rPr>
          <w:b w:val="0"/>
          <w:color w:val="auto"/>
          <w:sz w:val="20"/>
        </w:rPr>
      </w:pPr>
      <w:r>
        <w:lastRenderedPageBreak/>
        <w:t>5.1 Náklady</w:t>
      </w:r>
      <w:r w:rsidR="00010E44">
        <w:t xml:space="preserve"> dalšího účastníka1 projektu - … </w:t>
      </w:r>
      <w:r w:rsidR="00010E44" w:rsidRPr="00CE4697">
        <w:rPr>
          <w:color w:val="auto"/>
          <w:sz w:val="20"/>
        </w:rPr>
        <w:t>(</w:t>
      </w:r>
      <w:r w:rsidR="00335213">
        <w:rPr>
          <w:color w:val="auto"/>
          <w:sz w:val="20"/>
        </w:rPr>
        <w:t>název organizace</w:t>
      </w:r>
      <w:r w:rsidR="00010E44" w:rsidRPr="003E29E7">
        <w:rPr>
          <w:b w:val="0"/>
          <w:color w:val="auto"/>
          <w:sz w:val="20"/>
        </w:rPr>
        <w:t>)</w:t>
      </w:r>
    </w:p>
    <w:p w14:paraId="12EAC8F4" w14:textId="375D1D11" w:rsidR="00010E44" w:rsidRPr="00C91E2C" w:rsidRDefault="00010E44" w:rsidP="00010E44">
      <w:pPr>
        <w:rPr>
          <w:b/>
          <w:sz w:val="16"/>
          <w:szCs w:val="16"/>
        </w:rPr>
      </w:pPr>
      <w:r w:rsidRPr="00C91E2C">
        <w:rPr>
          <w:b/>
          <w:sz w:val="16"/>
          <w:szCs w:val="16"/>
        </w:rPr>
        <w:t xml:space="preserve">Slovní zdůvodnění. Ve zdůvodnění jednotlivých položek uznaných nákladů projektu </w:t>
      </w:r>
      <w:proofErr w:type="spellStart"/>
      <w:r w:rsidRPr="00C91E2C">
        <w:rPr>
          <w:b/>
          <w:sz w:val="16"/>
          <w:szCs w:val="16"/>
        </w:rPr>
        <w:t>VaVaI</w:t>
      </w:r>
      <w:proofErr w:type="spellEnd"/>
      <w:r w:rsidRPr="00C91E2C">
        <w:rPr>
          <w:b/>
          <w:sz w:val="16"/>
          <w:szCs w:val="16"/>
        </w:rPr>
        <w:t xml:space="preserve"> podrobně specifikujte a kvantifikujte náklady hrazené z poskytnuté podpory i náklady hrazené z jiných zdrojů. 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47"/>
        <w:gridCol w:w="3285"/>
        <w:gridCol w:w="2872"/>
        <w:gridCol w:w="2828"/>
        <w:gridCol w:w="2609"/>
        <w:gridCol w:w="2618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C91E2C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0384D91F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vAlign w:val="center"/>
          </w:tcPr>
          <w:p w14:paraId="330C120C" w14:textId="6B3549B5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03" w:type="pct"/>
            <w:vAlign w:val="center"/>
          </w:tcPr>
          <w:p w14:paraId="711D2CD3" w14:textId="679302C1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</w:t>
            </w:r>
            <w:r w:rsidR="004818DE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833" w:type="pct"/>
            <w:vAlign w:val="center"/>
          </w:tcPr>
          <w:p w14:paraId="074D8C06" w14:textId="05BC02BB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vAlign w:val="center"/>
          </w:tcPr>
          <w:p w14:paraId="45016EE9" w14:textId="4F899F6C" w:rsidR="00010E44" w:rsidRPr="00D10EBB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5C1F36DA" w:rsidR="00010E44" w:rsidRPr="00C91E2C" w:rsidRDefault="00C91E2C" w:rsidP="00C91E2C">
      <w:pPr>
        <w:keepNext/>
        <w:keepLines/>
        <w:spacing w:before="240" w:after="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16"/>
          <w:szCs w:val="16"/>
        </w:rPr>
        <w:sectPr w:rsidR="00010E44" w:rsidRPr="00C91E2C" w:rsidSect="00010E44">
          <w:headerReference w:type="default" r:id="rId14"/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  <w:r w:rsidRPr="00C91E2C">
        <w:rPr>
          <w:rFonts w:asciiTheme="majorHAnsi" w:eastAsiaTheme="majorEastAsia" w:hAnsiTheme="majorHAnsi" w:cstheme="majorBidi"/>
          <w:b/>
          <w:bCs/>
          <w:color w:val="000000" w:themeColor="text1"/>
          <w:sz w:val="16"/>
          <w:szCs w:val="16"/>
        </w:rPr>
        <w:t xml:space="preserve">Vždy nejprve ve vyplňované buňce uveďte částku, zda je hrazena z podpory, či jiných zdrojů a pak teprve podrobně slovně specifikujte položku </w:t>
      </w:r>
      <w:r w:rsidRPr="00C91E2C">
        <w:rPr>
          <w:rFonts w:asciiTheme="majorHAnsi" w:eastAsiaTheme="majorEastAsia" w:hAnsiTheme="majorHAnsi" w:cstheme="majorBidi"/>
          <w:b/>
          <w:bCs/>
          <w:color w:val="FF0000"/>
          <w:sz w:val="16"/>
          <w:szCs w:val="16"/>
        </w:rPr>
        <w:t>Pozor! Nutná shoda s tabulkou uznaných nákladů kap. 8.1.3 (bude posuzováno v rámci formální správnosti návrhu projektu)</w:t>
      </w:r>
    </w:p>
    <w:p w14:paraId="2BC502F7" w14:textId="40416385" w:rsidR="00010E44" w:rsidRPr="00010E44" w:rsidRDefault="00B4462E" w:rsidP="00B4462E">
      <w:pPr>
        <w:pStyle w:val="Nadpis21"/>
        <w:ind w:left="709" w:hanging="709"/>
        <w:rPr>
          <w:color w:val="auto"/>
        </w:rPr>
      </w:pPr>
      <w:r>
        <w:lastRenderedPageBreak/>
        <w:t xml:space="preserve">5.2 </w:t>
      </w:r>
      <w:r w:rsidR="00010E44" w:rsidRPr="00010E44">
        <w:t xml:space="preserve">Náklady dalšího účastníka2 - … </w:t>
      </w:r>
      <w:r w:rsidR="00010E44" w:rsidRPr="00412F26">
        <w:rPr>
          <w:color w:val="auto"/>
          <w:sz w:val="20"/>
        </w:rPr>
        <w:t>(název</w:t>
      </w:r>
      <w:r w:rsidR="00335213">
        <w:rPr>
          <w:color w:val="auto"/>
          <w:sz w:val="20"/>
        </w:rPr>
        <w:t xml:space="preserve"> organizace</w:t>
      </w:r>
      <w:r w:rsidR="00010E44" w:rsidRPr="00412F26">
        <w:rPr>
          <w:color w:val="auto"/>
          <w:sz w:val="20"/>
        </w:rPr>
        <w:t>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53"/>
        <w:gridCol w:w="3298"/>
        <w:gridCol w:w="2883"/>
        <w:gridCol w:w="2839"/>
        <w:gridCol w:w="2619"/>
        <w:gridCol w:w="2629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C91E2C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7137D405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</w:t>
            </w:r>
            <w:r w:rsidR="005024A1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55F3C47C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</w:t>
            </w:r>
            <w:r w:rsidR="005024A1">
              <w:rPr>
                <w:b/>
                <w:sz w:val="16"/>
                <w:szCs w:val="16"/>
              </w:rPr>
              <w:t>020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526254FA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</w:t>
            </w:r>
            <w:r w:rsidR="005024A1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69FD8C9D" w:rsidR="00010E44" w:rsidRPr="00010E44" w:rsidRDefault="00010E44" w:rsidP="004818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3C1F5783" w:rsidR="00010E44" w:rsidRPr="00010E44" w:rsidRDefault="00010E44" w:rsidP="005024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</w:t>
            </w:r>
            <w:r w:rsidR="005024A1">
              <w:rPr>
                <w:b/>
                <w:sz w:val="16"/>
                <w:szCs w:val="16"/>
              </w:rPr>
              <w:t>3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38FB7F54" w14:textId="173B2263" w:rsidR="00C91E2C" w:rsidRPr="00307882" w:rsidRDefault="00010E44" w:rsidP="00010E44">
      <w:pPr>
        <w:rPr>
          <w:b/>
          <w:sz w:val="16"/>
          <w:szCs w:val="16"/>
        </w:rPr>
      </w:pPr>
      <w:r w:rsidRPr="00307882">
        <w:rPr>
          <w:b/>
          <w:sz w:val="16"/>
          <w:szCs w:val="16"/>
        </w:rPr>
        <w:t xml:space="preserve">Slovní zdůvodnění. Ve zdůvodnění jednotlivých položek uznaných nákladů projektu </w:t>
      </w:r>
      <w:proofErr w:type="spellStart"/>
      <w:r w:rsidRPr="00307882">
        <w:rPr>
          <w:b/>
          <w:sz w:val="16"/>
          <w:szCs w:val="16"/>
        </w:rPr>
        <w:t>VaVaI</w:t>
      </w:r>
      <w:proofErr w:type="spellEnd"/>
      <w:r w:rsidRPr="00307882">
        <w:rPr>
          <w:b/>
          <w:sz w:val="16"/>
          <w:szCs w:val="16"/>
        </w:rPr>
        <w:t xml:space="preserve"> podrobně specifikujte a kvantifikujte náklady hrazené z poskytnuté podpory i náklady hrazené z jiných zdrojů. </w:t>
      </w:r>
    </w:p>
    <w:p w14:paraId="5B8A6C9B" w14:textId="77777777" w:rsidR="00307882" w:rsidRDefault="00307882" w:rsidP="00010E44">
      <w:pPr>
        <w:rPr>
          <w:sz w:val="14"/>
        </w:rPr>
      </w:pPr>
    </w:p>
    <w:p w14:paraId="615814A3" w14:textId="302DA6A7" w:rsidR="00010E44" w:rsidRPr="00DE41F8" w:rsidRDefault="00307882" w:rsidP="00010E44">
      <w:pPr>
        <w:rPr>
          <w:sz w:val="14"/>
        </w:rPr>
      </w:pPr>
      <w:r w:rsidRPr="00307882">
        <w:rPr>
          <w:sz w:val="16"/>
          <w:szCs w:val="16"/>
        </w:rPr>
        <w:t xml:space="preserve">Vždy nejprve ve vyplňované buňce uveďte </w:t>
      </w:r>
      <w:r w:rsidR="00010E44" w:rsidRPr="00307882">
        <w:rPr>
          <w:sz w:val="16"/>
          <w:szCs w:val="16"/>
        </w:rPr>
        <w:t xml:space="preserve">částku, zda je hrazena z podpory, či jiných zdrojů a pak teprve podrobně slovně specifikujte položku. </w:t>
      </w:r>
      <w:r w:rsidR="00010E44" w:rsidRPr="00307882">
        <w:rPr>
          <w:b/>
          <w:color w:val="FF0000"/>
          <w:sz w:val="16"/>
          <w:szCs w:val="16"/>
        </w:rPr>
        <w:t>Pozor! Nutná shoda s</w:t>
      </w:r>
      <w:r w:rsidR="00F46417" w:rsidRPr="00307882">
        <w:rPr>
          <w:b/>
          <w:color w:val="FF0000"/>
          <w:sz w:val="16"/>
          <w:szCs w:val="16"/>
        </w:rPr>
        <w:t xml:space="preserve"> tabulkou</w:t>
      </w:r>
      <w:r w:rsidR="00010E44" w:rsidRPr="00307882">
        <w:rPr>
          <w:b/>
          <w:color w:val="FF0000"/>
          <w:sz w:val="16"/>
          <w:szCs w:val="16"/>
        </w:rPr>
        <w:t xml:space="preserve"> </w:t>
      </w:r>
      <w:r w:rsidR="00F46417" w:rsidRPr="00307882">
        <w:rPr>
          <w:b/>
          <w:color w:val="FF0000"/>
          <w:sz w:val="16"/>
          <w:szCs w:val="16"/>
        </w:rPr>
        <w:t xml:space="preserve">uznaných nákladů kap. 8.1.3 </w:t>
      </w:r>
      <w:r w:rsidR="00010E44" w:rsidRPr="00307882">
        <w:rPr>
          <w:b/>
          <w:color w:val="FF0000"/>
          <w:sz w:val="16"/>
          <w:szCs w:val="16"/>
        </w:rPr>
        <w:t>(bude posuzováno v rámci formální správnosti návrhu projektu</w:t>
      </w:r>
      <w:r w:rsidR="00412F26" w:rsidRPr="00307882">
        <w:rPr>
          <w:b/>
          <w:color w:val="FF0000"/>
          <w:sz w:val="16"/>
          <w:szCs w:val="16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3820EE40" w:rsidR="00DC1BDC" w:rsidRDefault="00B4462E" w:rsidP="00B4462E">
      <w:pPr>
        <w:pStyle w:val="Nadpis11"/>
      </w:pPr>
      <w:r>
        <w:lastRenderedPageBreak/>
        <w:t>6.</w:t>
      </w:r>
      <w:r w:rsidR="005977D7">
        <w:t xml:space="preserve"> </w:t>
      </w:r>
      <w:r w:rsidR="00DC1BDC">
        <w:t>Doplňující informace</w:t>
      </w:r>
    </w:p>
    <w:p w14:paraId="4F9EB208" w14:textId="0067C0F4" w:rsidR="00DC1BDC" w:rsidRDefault="00B4462E" w:rsidP="00B4462E">
      <w:pPr>
        <w:pStyle w:val="Nadpis21"/>
        <w:numPr>
          <w:ilvl w:val="1"/>
          <w:numId w:val="15"/>
        </w:numPr>
        <w:spacing w:before="0" w:line="240" w:lineRule="auto"/>
        <w:jc w:val="both"/>
      </w:pPr>
      <w:r>
        <w:t xml:space="preserve">    </w:t>
      </w:r>
      <w:r w:rsidR="00DC1BDC">
        <w:t>Název projektu anglicky</w:t>
      </w:r>
    </w:p>
    <w:p w14:paraId="1620B241" w14:textId="359E5759" w:rsidR="00DC1BDC" w:rsidRDefault="00DC1BDC" w:rsidP="00E91696">
      <w:pPr>
        <w:spacing w:after="0" w:line="240" w:lineRule="auto"/>
        <w:jc w:val="both"/>
      </w:pPr>
      <w:r>
        <w:t>…</w:t>
      </w:r>
    </w:p>
    <w:p w14:paraId="7F6316D1" w14:textId="3E895110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Cíl projektu anglicky</w:t>
      </w:r>
    </w:p>
    <w:p w14:paraId="176F3A67" w14:textId="1C7C3648" w:rsidR="00DC1BDC" w:rsidRDefault="00DC1BDC" w:rsidP="00E91696">
      <w:pPr>
        <w:spacing w:after="0" w:line="240" w:lineRule="auto"/>
        <w:jc w:val="both"/>
      </w:pPr>
      <w:r>
        <w:t>…</w:t>
      </w:r>
    </w:p>
    <w:p w14:paraId="2120393E" w14:textId="4E125FD2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E91696">
      <w:pPr>
        <w:spacing w:after="0" w:line="240" w:lineRule="auto"/>
        <w:jc w:val="both"/>
      </w:pPr>
      <w:r>
        <w:t>…</w:t>
      </w:r>
    </w:p>
    <w:p w14:paraId="0AFA2356" w14:textId="4D1DBE42" w:rsidR="00DC1BDC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E91696">
      <w:pPr>
        <w:spacing w:after="0" w:line="240" w:lineRule="auto"/>
        <w:jc w:val="both"/>
      </w:pPr>
      <w:r>
        <w:t>…</w:t>
      </w:r>
    </w:p>
    <w:p w14:paraId="287B4BEE" w14:textId="5443FF10" w:rsidR="00DC1BDC" w:rsidRPr="00BC3FFA" w:rsidRDefault="00DC1BDC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 xml:space="preserve">viz </w:t>
      </w:r>
      <w:r w:rsidR="00F54933">
        <w:rPr>
          <w:b w:val="0"/>
          <w:sz w:val="24"/>
          <w:szCs w:val="24"/>
        </w:rPr>
        <w:t xml:space="preserve"> </w:t>
      </w:r>
      <w:proofErr w:type="gramStart"/>
      <w:r w:rsidR="00F54933">
        <w:rPr>
          <w:b w:val="0"/>
          <w:sz w:val="24"/>
          <w:szCs w:val="24"/>
        </w:rPr>
        <w:t>kap.8</w:t>
      </w:r>
      <w:proofErr w:type="gramEnd"/>
    </w:p>
    <w:p w14:paraId="1D1CAB7A" w14:textId="77777777" w:rsidR="00DC1BDC" w:rsidRPr="004363B0" w:rsidRDefault="00DC1BDC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6FEB1BC4" w14:textId="53287922" w:rsidR="00782986" w:rsidRPr="00BC3FFA" w:rsidRDefault="00782986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="00A12408">
        <w:rPr>
          <w:b w:val="0"/>
          <w:sz w:val="24"/>
          <w:szCs w:val="24"/>
        </w:rPr>
        <w:t xml:space="preserve">viz </w:t>
      </w:r>
      <w:r w:rsidR="00335213">
        <w:rPr>
          <w:b w:val="0"/>
          <w:sz w:val="24"/>
          <w:szCs w:val="24"/>
        </w:rPr>
        <w:t xml:space="preserve"> </w:t>
      </w:r>
      <w:proofErr w:type="gramStart"/>
      <w:r w:rsidR="00335213">
        <w:rPr>
          <w:b w:val="0"/>
          <w:sz w:val="24"/>
          <w:szCs w:val="24"/>
        </w:rPr>
        <w:t>kap.</w:t>
      </w:r>
      <w:r w:rsidR="00F54933">
        <w:rPr>
          <w:b w:val="0"/>
          <w:sz w:val="24"/>
          <w:szCs w:val="24"/>
        </w:rPr>
        <w:t>8</w:t>
      </w:r>
      <w:proofErr w:type="gramEnd"/>
    </w:p>
    <w:p w14:paraId="2995341A" w14:textId="77777777" w:rsidR="00782986" w:rsidRPr="004363B0" w:rsidRDefault="00782986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5BFC93B3" w14:textId="52BBE35E" w:rsidR="00782986" w:rsidRPr="00BC3FFA" w:rsidRDefault="00782986" w:rsidP="00B4462E">
      <w:pPr>
        <w:pStyle w:val="Nadpis21"/>
        <w:numPr>
          <w:ilvl w:val="1"/>
          <w:numId w:val="15"/>
        </w:numPr>
        <w:spacing w:before="0" w:line="240" w:lineRule="auto"/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 xml:space="preserve">viz </w:t>
      </w:r>
      <w:proofErr w:type="gramStart"/>
      <w:r w:rsidR="00335213">
        <w:rPr>
          <w:b w:val="0"/>
          <w:sz w:val="24"/>
          <w:szCs w:val="24"/>
        </w:rPr>
        <w:t>kap.</w:t>
      </w:r>
      <w:r w:rsidR="00F54933">
        <w:rPr>
          <w:b w:val="0"/>
          <w:sz w:val="24"/>
          <w:szCs w:val="24"/>
        </w:rPr>
        <w:t>8</w:t>
      </w:r>
      <w:proofErr w:type="gramEnd"/>
    </w:p>
    <w:p w14:paraId="03BB1418" w14:textId="77777777" w:rsidR="00DC1BDC" w:rsidRPr="004363B0" w:rsidRDefault="00782986" w:rsidP="00E91696">
      <w:pPr>
        <w:spacing w:line="240" w:lineRule="auto"/>
        <w:jc w:val="both"/>
        <w:rPr>
          <w:color w:val="auto"/>
        </w:rPr>
      </w:pPr>
      <w:r w:rsidRPr="004363B0">
        <w:rPr>
          <w:color w:val="auto"/>
        </w:rPr>
        <w:t>Vyberte z dokumentu klasifikace oborů</w:t>
      </w:r>
    </w:p>
    <w:p w14:paraId="3AFE9CEF" w14:textId="162718B5" w:rsidR="00782986" w:rsidRPr="00A12408" w:rsidRDefault="00782986" w:rsidP="00B4462E">
      <w:pPr>
        <w:pStyle w:val="Nadpis21"/>
        <w:numPr>
          <w:ilvl w:val="1"/>
          <w:numId w:val="15"/>
        </w:numPr>
        <w:spacing w:line="240" w:lineRule="auto"/>
        <w:ind w:left="709" w:hanging="709"/>
        <w:jc w:val="both"/>
        <w:rPr>
          <w:b w:val="0"/>
          <w:sz w:val="24"/>
          <w:szCs w:val="24"/>
        </w:rPr>
      </w:pPr>
      <w:r>
        <w:t>Stupeň důvěrnosti údajů</w:t>
      </w:r>
      <w:r w:rsidR="00A12408">
        <w:t xml:space="preserve"> 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913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A12408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A12408">
              <w:t xml:space="preserve">Předmět řešení projektu podléhá obchodnímu tajemství (§17 až 20 obch. </w:t>
            </w:r>
            <w:proofErr w:type="gramStart"/>
            <w:r w:rsidRPr="00A12408">
              <w:t>zák.</w:t>
            </w:r>
            <w:proofErr w:type="gramEnd"/>
            <w:r w:rsidRPr="00A12408">
              <w:t>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B4462E">
      <w:pPr>
        <w:pStyle w:val="Nadpis21"/>
        <w:numPr>
          <w:ilvl w:val="1"/>
          <w:numId w:val="15"/>
        </w:numPr>
        <w:ind w:left="709" w:hanging="709"/>
        <w:rPr>
          <w:b w:val="0"/>
          <w:sz w:val="20"/>
        </w:rPr>
      </w:pPr>
      <w:r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B4462E" w:rsidRDefault="00010E44" w:rsidP="00CE4697">
      <w:pPr>
        <w:pStyle w:val="Odstavecseseznamem"/>
        <w:keepNext/>
        <w:keepLines/>
        <w:numPr>
          <w:ilvl w:val="0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67BD2738" w14:textId="77777777" w:rsidR="00010E44" w:rsidRPr="00B4462E" w:rsidRDefault="00010E44" w:rsidP="00CE4697">
      <w:pPr>
        <w:pStyle w:val="Odstavecseseznamem"/>
        <w:keepNext/>
        <w:keepLines/>
        <w:numPr>
          <w:ilvl w:val="0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4C2E37A9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8477156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5FF43C38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0402FF44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7840E5B4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6A3F1E5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18CDACE0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018E9A36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6F8E4633" w14:textId="77777777" w:rsidR="00010E44" w:rsidRPr="00B4462E" w:rsidRDefault="00010E44" w:rsidP="00CE4697">
      <w:pPr>
        <w:pStyle w:val="Odstavecseseznamem"/>
        <w:keepNext/>
        <w:keepLines/>
        <w:numPr>
          <w:ilvl w:val="1"/>
          <w:numId w:val="27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auto"/>
          <w:sz w:val="28"/>
        </w:rPr>
      </w:pPr>
    </w:p>
    <w:p w14:paraId="7C4F517D" w14:textId="6F0B865E" w:rsidR="00FC1F2D" w:rsidRPr="00B4462E" w:rsidRDefault="00A30950" w:rsidP="00B4462E">
      <w:pPr>
        <w:pStyle w:val="Nadpis21"/>
        <w:numPr>
          <w:ilvl w:val="1"/>
          <w:numId w:val="15"/>
        </w:numPr>
        <w:spacing w:before="0" w:line="240" w:lineRule="auto"/>
        <w:rPr>
          <w:color w:val="auto"/>
          <w:sz w:val="24"/>
          <w:szCs w:val="24"/>
        </w:rPr>
      </w:pPr>
      <w:r w:rsidRPr="00B4462E">
        <w:rPr>
          <w:color w:val="auto"/>
        </w:rPr>
        <w:t>NACE kód</w:t>
      </w:r>
      <w:r w:rsidR="00F424EC" w:rsidRPr="00B4462E">
        <w:rPr>
          <w:color w:val="auto"/>
        </w:rPr>
        <w:t xml:space="preserve"> </w:t>
      </w:r>
      <w:r w:rsidR="00F424EC" w:rsidRPr="00B4462E">
        <w:rPr>
          <w:b w:val="0"/>
          <w:color w:val="auto"/>
          <w:sz w:val="24"/>
          <w:szCs w:val="24"/>
        </w:rPr>
        <w:t>(</w:t>
      </w:r>
      <w:r w:rsidR="007F6495" w:rsidRPr="00B4462E">
        <w:rPr>
          <w:b w:val="0"/>
          <w:color w:val="auto"/>
          <w:sz w:val="24"/>
          <w:szCs w:val="24"/>
        </w:rPr>
        <w:t xml:space="preserve">pro </w:t>
      </w:r>
      <w:r w:rsidR="00F424EC" w:rsidRPr="00B4462E">
        <w:rPr>
          <w:b w:val="0"/>
          <w:color w:val="auto"/>
          <w:sz w:val="24"/>
          <w:szCs w:val="24"/>
        </w:rPr>
        <w:t>oblast řešení projektu)</w:t>
      </w:r>
      <w:r w:rsidR="00E258E9" w:rsidRPr="00B4462E">
        <w:rPr>
          <w:color w:val="auto"/>
          <w:sz w:val="24"/>
          <w:szCs w:val="24"/>
        </w:rPr>
        <w:t xml:space="preserve"> </w:t>
      </w:r>
    </w:p>
    <w:p w14:paraId="4795E1BD" w14:textId="4CBA4BAD" w:rsidR="003C5652" w:rsidRPr="003C5652" w:rsidRDefault="006D521E" w:rsidP="006D521E">
      <w:pPr>
        <w:spacing w:after="0" w:line="240" w:lineRule="auto"/>
      </w:pPr>
      <w:r>
        <w:t>...</w:t>
      </w:r>
    </w:p>
    <w:p w14:paraId="469AFA53" w14:textId="11C3FB94" w:rsidR="003C5652" w:rsidRPr="003C5652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5C01FBDB" w14:textId="7D074D43" w:rsidR="003C5652" w:rsidRPr="006D521E" w:rsidRDefault="006D521E" w:rsidP="006D521E">
      <w:pPr>
        <w:pStyle w:val="Odstavecseseznamem"/>
        <w:ind w:hanging="720"/>
        <w:rPr>
          <w:color w:val="auto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 xml:space="preserve">...        </w:t>
      </w:r>
      <w:r w:rsidR="0015038A">
        <w:rPr>
          <w:color w:val="auto"/>
          <w:sz w:val="24"/>
          <w:szCs w:val="24"/>
        </w:rPr>
        <w:t>129</w:t>
      </w:r>
      <w:r w:rsidR="003C5652" w:rsidRPr="003C5652">
        <w:rPr>
          <w:color w:val="auto"/>
          <w:sz w:val="24"/>
          <w:szCs w:val="24"/>
        </w:rPr>
        <w:t>0/2013</w:t>
      </w:r>
      <w:proofErr w:type="gramEnd"/>
      <w:r w:rsidR="003C5652" w:rsidRPr="003C5652">
        <w:rPr>
          <w:color w:val="auto"/>
          <w:sz w:val="24"/>
          <w:szCs w:val="24"/>
        </w:rPr>
        <w:t xml:space="preserve"> - max. ¼ A4)</w:t>
      </w:r>
    </w:p>
    <w:p w14:paraId="1EF61C73" w14:textId="55E794FC" w:rsidR="003C5652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21F6132D" w:rsidR="003C5652" w:rsidRPr="003C5652" w:rsidRDefault="006D521E" w:rsidP="00E91696">
      <w:pPr>
        <w:pStyle w:val="Odstavecseseznamem"/>
        <w:spacing w:after="0" w:line="240" w:lineRule="auto"/>
        <w:ind w:hanging="72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...</w:t>
      </w:r>
    </w:p>
    <w:p w14:paraId="77320B47" w14:textId="699D534C" w:rsidR="003C5652" w:rsidRPr="00D63C6B" w:rsidRDefault="003C5652" w:rsidP="00B4462E">
      <w:pPr>
        <w:pStyle w:val="Odstavecseseznamem"/>
        <w:numPr>
          <w:ilvl w:val="1"/>
          <w:numId w:val="15"/>
        </w:numPr>
        <w:spacing w:line="240" w:lineRule="auto"/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5FA312AA" w:rsidR="003C5652" w:rsidRDefault="003C5652" w:rsidP="000C5B11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</w:t>
            </w:r>
            <w:r w:rsidR="000C5B11">
              <w:rPr>
                <w:rFonts w:ascii="Arial" w:hAnsi="Arial"/>
                <w:color w:val="000000"/>
              </w:rPr>
              <w:t>o</w:t>
            </w:r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200C711C" w:rsidR="00BC3FFA" w:rsidRPr="00BC3FFA" w:rsidRDefault="00B4462E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7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t>.   Seznam příloh</w:t>
      </w:r>
    </w:p>
    <w:p w14:paraId="1A29DEB2" w14:textId="1C7E04B3" w:rsidR="00BC3FFA" w:rsidRPr="00BC3FFA" w:rsidRDefault="00B4462E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>7.1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</w:t>
      </w:r>
      <w:r w:rsidR="00BC3FFA"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2CBDF2F2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navrhovaného </w:t>
      </w:r>
      <w:r w:rsidR="006D521E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dalšího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>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3E050D57" w:rsidR="00412F26" w:rsidRPr="00CB18F6" w:rsidRDefault="00412F26" w:rsidP="00B4462E">
      <w:pPr>
        <w:pStyle w:val="Odstavecseseznamem"/>
        <w:numPr>
          <w:ilvl w:val="2"/>
          <w:numId w:val="30"/>
        </w:numPr>
        <w:ind w:left="709" w:hanging="709"/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proofErr w:type="spellStart"/>
      <w:r w:rsidR="006D521E">
        <w:rPr>
          <w:b/>
          <w:color w:val="auto"/>
        </w:rPr>
        <w:t>F</w:t>
      </w:r>
      <w:r w:rsidRPr="00CB18F6">
        <w:rPr>
          <w:b/>
          <w:color w:val="auto"/>
        </w:rPr>
        <w:t>orm</w:t>
      </w:r>
      <w:proofErr w:type="spellEnd"/>
      <w:r w:rsidRPr="00CB18F6">
        <w:rPr>
          <w:b/>
          <w:color w:val="auto"/>
        </w:rPr>
        <w:t xml:space="preserve">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64CA71B1" w:rsidR="008B309F" w:rsidRPr="00B4462E" w:rsidRDefault="008B309F" w:rsidP="00B4462E">
      <w:pPr>
        <w:pStyle w:val="Odstavecseseznamem"/>
        <w:numPr>
          <w:ilvl w:val="2"/>
          <w:numId w:val="30"/>
        </w:numPr>
        <w:ind w:left="709" w:hanging="709"/>
        <w:rPr>
          <w:color w:val="auto"/>
        </w:rPr>
      </w:pPr>
      <w:proofErr w:type="spellStart"/>
      <w:r w:rsidRPr="00B4462E">
        <w:rPr>
          <w:b/>
          <w:color w:val="auto"/>
        </w:rPr>
        <w:t>Cooperation</w:t>
      </w:r>
      <w:proofErr w:type="spellEnd"/>
      <w:r w:rsidRPr="00B4462E">
        <w:rPr>
          <w:b/>
          <w:color w:val="auto"/>
        </w:rPr>
        <w:t xml:space="preserve"> </w:t>
      </w:r>
      <w:proofErr w:type="spellStart"/>
      <w:r w:rsidRPr="00B4462E">
        <w:rPr>
          <w:b/>
          <w:color w:val="auto"/>
        </w:rPr>
        <w:t>Agreement</w:t>
      </w:r>
      <w:proofErr w:type="spellEnd"/>
      <w:r w:rsidRPr="00B4462E">
        <w:rPr>
          <w:b/>
          <w:color w:val="auto"/>
        </w:rPr>
        <w:t xml:space="preserve"> </w:t>
      </w:r>
      <w:r w:rsidRPr="00B4462E">
        <w:rPr>
          <w:color w:val="auto"/>
        </w:rPr>
        <w:t>(návrh)</w:t>
      </w:r>
    </w:p>
    <w:p w14:paraId="52048254" w14:textId="1EFEB21F" w:rsidR="00691BB3" w:rsidRPr="00CB18F6" w:rsidRDefault="00691BB3" w:rsidP="00B4462E">
      <w:pPr>
        <w:pStyle w:val="Odstavecseseznamem"/>
        <w:numPr>
          <w:ilvl w:val="2"/>
          <w:numId w:val="30"/>
        </w:numPr>
        <w:ind w:left="709" w:hanging="709"/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709" w:hanging="709"/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25A9633C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40D8F7B6" w14:textId="673BB5A7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709" w:hanging="709"/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2BE44C00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</w:t>
      </w:r>
      <w:r w:rsidR="006D521E">
        <w:rPr>
          <w:color w:val="auto"/>
        </w:rPr>
        <w:t>příslušné</w:t>
      </w:r>
      <w:r w:rsidR="006D521E" w:rsidRPr="00CB18F6">
        <w:rPr>
          <w:color w:val="auto"/>
        </w:rPr>
        <w:t xml:space="preserve"> národní</w:t>
      </w:r>
      <w:r w:rsidR="00D63C6B" w:rsidRPr="00CB18F6">
        <w:rPr>
          <w:color w:val="auto"/>
        </w:rPr>
        <w:t xml:space="preserve"> výzvy)</w:t>
      </w:r>
    </w:p>
    <w:p w14:paraId="6E50A905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398A0106" w14:textId="72525BAC" w:rsidR="00FC1F2D" w:rsidRPr="00CB18F6" w:rsidRDefault="00FC1F2D" w:rsidP="00B4462E">
      <w:pPr>
        <w:pStyle w:val="Odstavecseseznamem"/>
        <w:numPr>
          <w:ilvl w:val="2"/>
          <w:numId w:val="30"/>
        </w:numPr>
        <w:spacing w:line="240" w:lineRule="auto"/>
        <w:ind w:left="0" w:firstLine="0"/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77115CF" w14:textId="77777777" w:rsidR="00335213" w:rsidRPr="00CB18F6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05DA5AF7" w14:textId="1DA077A5" w:rsidR="00CB18F6" w:rsidRDefault="00FC1F2D" w:rsidP="00B4462E">
      <w:pPr>
        <w:pStyle w:val="Odstavecseseznamem"/>
        <w:numPr>
          <w:ilvl w:val="2"/>
          <w:numId w:val="30"/>
        </w:numPr>
        <w:spacing w:after="0" w:line="240" w:lineRule="auto"/>
        <w:ind w:left="709" w:hanging="709"/>
        <w:jc w:val="both"/>
        <w:rPr>
          <w:color w:val="auto"/>
        </w:rPr>
      </w:pPr>
      <w:r w:rsidRPr="00BD695F">
        <w:rPr>
          <w:b/>
          <w:color w:val="auto"/>
        </w:rPr>
        <w:t>Souhlas se zpracováním osobních údajů</w:t>
      </w:r>
      <w:r w:rsidR="00D63C6B" w:rsidRPr="00BD695F">
        <w:rPr>
          <w:b/>
          <w:color w:val="auto"/>
        </w:rPr>
        <w:t xml:space="preserve"> </w:t>
      </w:r>
      <w:r w:rsidR="00D63C6B" w:rsidRPr="00BD695F">
        <w:rPr>
          <w:color w:val="auto"/>
        </w:rPr>
        <w:t xml:space="preserve">(formulář je součástí dokumentace </w:t>
      </w:r>
      <w:r w:rsidR="006D521E" w:rsidRPr="00BD695F">
        <w:rPr>
          <w:color w:val="auto"/>
        </w:rPr>
        <w:t>příslušné národní</w:t>
      </w:r>
      <w:r w:rsidR="00D63C6B" w:rsidRPr="00BD695F">
        <w:rPr>
          <w:color w:val="auto"/>
        </w:rPr>
        <w:t xml:space="preserve"> výzvy)</w:t>
      </w:r>
      <w:r w:rsidR="00CB18F6" w:rsidRPr="00BD695F">
        <w:rPr>
          <w:color w:val="auto"/>
        </w:rPr>
        <w:t xml:space="preserve"> </w:t>
      </w:r>
      <w:r w:rsidRPr="00BD695F">
        <w:rPr>
          <w:color w:val="auto"/>
        </w:rPr>
        <w:t>Týká se řešitele, dalších řešitelů a všech členů řešitelského týmu.</w:t>
      </w:r>
    </w:p>
    <w:p w14:paraId="385E7CBE" w14:textId="77777777" w:rsidR="00335213" w:rsidRPr="00BD695F" w:rsidRDefault="00335213" w:rsidP="00335213">
      <w:pPr>
        <w:pStyle w:val="Odstavecseseznamem"/>
        <w:spacing w:after="0" w:line="240" w:lineRule="auto"/>
        <w:jc w:val="both"/>
        <w:rPr>
          <w:color w:val="auto"/>
        </w:rPr>
      </w:pPr>
    </w:p>
    <w:p w14:paraId="67CEFFA2" w14:textId="0C5D5AD9" w:rsidR="00FC1F2D" w:rsidRPr="00CB18F6" w:rsidRDefault="00B4462E" w:rsidP="006D521E">
      <w:pPr>
        <w:spacing w:after="0" w:line="240" w:lineRule="auto"/>
        <w:ind w:left="708" w:hanging="708"/>
        <w:jc w:val="both"/>
        <w:rPr>
          <w:color w:val="auto"/>
        </w:rPr>
      </w:pPr>
      <w:r>
        <w:rPr>
          <w:b/>
          <w:color w:val="auto"/>
        </w:rPr>
        <w:t>7.1.8</w:t>
      </w:r>
      <w:r w:rsidR="00CB18F6"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</w:t>
      </w:r>
      <w:r w:rsidR="00BD695F">
        <w:rPr>
          <w:color w:val="auto"/>
        </w:rPr>
        <w:t>lář je součástí dokumentace příslušné</w:t>
      </w:r>
      <w:r w:rsidR="00D63C6B" w:rsidRPr="00CB18F6">
        <w:rPr>
          <w:color w:val="auto"/>
        </w:rPr>
        <w:t xml:space="preserve"> </w:t>
      </w:r>
      <w:r w:rsidR="006D521E" w:rsidRPr="00CB18F6">
        <w:rPr>
          <w:color w:val="auto"/>
        </w:rPr>
        <w:t xml:space="preserve">národní </w:t>
      </w:r>
      <w:r w:rsidR="006D521E">
        <w:rPr>
          <w:color w:val="auto"/>
        </w:rPr>
        <w:t>výzvy</w:t>
      </w:r>
      <w:r w:rsidR="00D63C6B" w:rsidRPr="00CB18F6">
        <w:rPr>
          <w:color w:val="auto"/>
        </w:rPr>
        <w:t>)</w:t>
      </w:r>
    </w:p>
    <w:p w14:paraId="0B31C558" w14:textId="13CF1010" w:rsidR="00FC1F2D" w:rsidRPr="00CB18F6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6D521E">
      <w:pPr>
        <w:pStyle w:val="Odstavecseseznamem"/>
        <w:spacing w:after="0" w:line="240" w:lineRule="auto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1BE456FF" w14:textId="77777777" w:rsidR="00335213" w:rsidRDefault="00335213" w:rsidP="006D521E">
      <w:pPr>
        <w:pStyle w:val="Odstavecseseznamem"/>
        <w:spacing w:after="0" w:line="240" w:lineRule="auto"/>
        <w:jc w:val="both"/>
        <w:rPr>
          <w:color w:val="auto"/>
        </w:rPr>
      </w:pPr>
    </w:p>
    <w:p w14:paraId="306D8CCE" w14:textId="490DDCB8" w:rsidR="00A30950" w:rsidRPr="00335213" w:rsidRDefault="00B4462E" w:rsidP="00335213">
      <w:pPr>
        <w:spacing w:after="0" w:line="240" w:lineRule="auto"/>
        <w:jc w:val="both"/>
        <w:rPr>
          <w:color w:val="auto"/>
        </w:rPr>
      </w:pPr>
      <w:proofErr w:type="gramStart"/>
      <w:r>
        <w:rPr>
          <w:b/>
          <w:color w:val="auto"/>
        </w:rPr>
        <w:t>7.1.9</w:t>
      </w:r>
      <w:r w:rsidR="00335213">
        <w:rPr>
          <w:b/>
          <w:color w:val="auto"/>
        </w:rPr>
        <w:t xml:space="preserve">    </w:t>
      </w:r>
      <w:r w:rsidR="00A30950" w:rsidRPr="00335213">
        <w:rPr>
          <w:b/>
          <w:color w:val="auto"/>
        </w:rPr>
        <w:t>Životopis</w:t>
      </w:r>
      <w:proofErr w:type="gramEnd"/>
      <w:r w:rsidR="00A30950" w:rsidRPr="00335213">
        <w:rPr>
          <w:b/>
          <w:color w:val="auto"/>
        </w:rPr>
        <w:t xml:space="preserve"> hlavního řešitele</w:t>
      </w:r>
      <w:r w:rsidR="007F6495" w:rsidRPr="00335213">
        <w:rPr>
          <w:b/>
          <w:color w:val="auto"/>
        </w:rPr>
        <w:t xml:space="preserve"> </w:t>
      </w:r>
      <w:r w:rsidR="007F6495" w:rsidRPr="00335213">
        <w:rPr>
          <w:color w:val="auto"/>
        </w:rPr>
        <w:t xml:space="preserve">(viz kap. </w:t>
      </w:r>
      <w:r>
        <w:rPr>
          <w:color w:val="auto"/>
        </w:rPr>
        <w:t>4</w:t>
      </w:r>
      <w:r w:rsidR="007F6495" w:rsidRPr="00335213">
        <w:rPr>
          <w:color w:val="auto"/>
        </w:rPr>
        <w:t>.3)</w:t>
      </w:r>
    </w:p>
    <w:p w14:paraId="21EA438A" w14:textId="77777777" w:rsidR="00335213" w:rsidRPr="00335213" w:rsidRDefault="00335213" w:rsidP="00335213">
      <w:pPr>
        <w:pStyle w:val="Odstavecseseznamem"/>
        <w:spacing w:after="0" w:line="240" w:lineRule="auto"/>
        <w:jc w:val="both"/>
        <w:rPr>
          <w:b/>
          <w:color w:val="auto"/>
        </w:rPr>
      </w:pPr>
    </w:p>
    <w:p w14:paraId="45D4EC52" w14:textId="6DE229D5" w:rsidR="00A30950" w:rsidRPr="00CB18F6" w:rsidRDefault="00B4462E" w:rsidP="006D521E">
      <w:pPr>
        <w:spacing w:after="0" w:line="240" w:lineRule="auto"/>
        <w:rPr>
          <w:b/>
          <w:color w:val="auto"/>
        </w:rPr>
      </w:pPr>
      <w:proofErr w:type="gramStart"/>
      <w:r>
        <w:rPr>
          <w:b/>
          <w:color w:val="auto"/>
        </w:rPr>
        <w:t>7.1.10</w:t>
      </w:r>
      <w:proofErr w:type="gramEnd"/>
      <w:r w:rsidR="00CB18F6"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6D521E">
      <w:pPr>
        <w:pStyle w:val="Odstavecseseznamem"/>
        <w:spacing w:after="0" w:line="240" w:lineRule="auto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0E5E0E7D" w14:textId="77777777" w:rsidR="00335213" w:rsidRDefault="00335213" w:rsidP="006D521E">
      <w:pPr>
        <w:pStyle w:val="Odstavecseseznamem"/>
        <w:spacing w:after="0" w:line="240" w:lineRule="auto"/>
        <w:ind w:left="709"/>
        <w:jc w:val="both"/>
        <w:rPr>
          <w:color w:val="auto"/>
        </w:rPr>
      </w:pPr>
    </w:p>
    <w:p w14:paraId="7C887269" w14:textId="4826B9B7" w:rsidR="00CB18F6" w:rsidRPr="00B4462E" w:rsidRDefault="00CB18F6" w:rsidP="00B4462E">
      <w:pPr>
        <w:pStyle w:val="Odstavecseseznamem"/>
        <w:numPr>
          <w:ilvl w:val="2"/>
          <w:numId w:val="31"/>
        </w:numPr>
        <w:spacing w:after="0"/>
        <w:jc w:val="both"/>
        <w:rPr>
          <w:b/>
          <w:color w:val="auto"/>
        </w:rPr>
      </w:pPr>
      <w:r w:rsidRPr="00B4462E">
        <w:rPr>
          <w:b/>
          <w:color w:val="auto"/>
        </w:rPr>
        <w:t>Dokument, ze kterého vyplývá podpisová pravomoc</w:t>
      </w:r>
    </w:p>
    <w:p w14:paraId="7D6C77ED" w14:textId="21A4BE56" w:rsidR="00FC1F2D" w:rsidRPr="00CB18F6" w:rsidRDefault="00B4462E" w:rsidP="00B4462E">
      <w:pPr>
        <w:pStyle w:val="Nadpis21"/>
        <w:ind w:left="426" w:hanging="426"/>
        <w:rPr>
          <w:color w:val="auto"/>
        </w:rPr>
      </w:pPr>
      <w:proofErr w:type="gramStart"/>
      <w:r>
        <w:rPr>
          <w:color w:val="auto"/>
        </w:rPr>
        <w:t>7.2</w:t>
      </w:r>
      <w:r w:rsidR="00622717" w:rsidRPr="00CB18F6">
        <w:rPr>
          <w:color w:val="auto"/>
        </w:rPr>
        <w:t xml:space="preserve">   </w:t>
      </w:r>
      <w:r>
        <w:rPr>
          <w:color w:val="auto"/>
        </w:rPr>
        <w:t xml:space="preserve"> </w:t>
      </w:r>
      <w:r w:rsidR="000C0F8A" w:rsidRPr="00CB18F6">
        <w:rPr>
          <w:color w:val="auto"/>
        </w:rPr>
        <w:t>Ostatní</w:t>
      </w:r>
      <w:proofErr w:type="gramEnd"/>
      <w:r w:rsidR="000C0F8A" w:rsidRPr="00CB18F6">
        <w:rPr>
          <w:color w:val="auto"/>
        </w:rPr>
        <w:t xml:space="preserve">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74CC81F8" w:rsidR="000C0F8A" w:rsidRDefault="000C0F8A" w:rsidP="00F54933">
      <w:pPr>
        <w:pStyle w:val="Nadpis11"/>
        <w:numPr>
          <w:ilvl w:val="0"/>
          <w:numId w:val="31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299B9C37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4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.2.1 Právní forma subjektu                    </w:t>
      </w:r>
    </w:p>
    <w:p w14:paraId="3E2C4B45" w14:textId="497512D4" w:rsidR="00E0313F" w:rsidRPr="00CB18F6" w:rsidRDefault="00E0313F" w:rsidP="00F54933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</w:t>
      </w:r>
      <w:r w:rsidR="00F54933">
        <w:rPr>
          <w:rFonts w:asciiTheme="majorHAnsi" w:eastAsiaTheme="majorEastAsia" w:hAnsiTheme="majorHAnsi" w:cstheme="majorBidi"/>
          <w:bCs/>
          <w:color w:val="000000" w:themeColor="text1"/>
        </w:rPr>
        <w:t>z/FrontClanek.aspx?idsekce=1376</w:t>
      </w:r>
    </w:p>
    <w:p w14:paraId="44506484" w14:textId="02EA1D9C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14DE5DD0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6D3E7A77" w:rsidR="00E0313F" w:rsidRPr="00E0313F" w:rsidRDefault="00F54933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6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="00E0313F"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74CA0" w14:textId="77777777" w:rsidR="00AB48BE" w:rsidRDefault="00AB48BE">
      <w:pPr>
        <w:spacing w:after="0" w:line="240" w:lineRule="auto"/>
      </w:pPr>
      <w:r>
        <w:separator/>
      </w:r>
    </w:p>
    <w:p w14:paraId="1FC38133" w14:textId="77777777" w:rsidR="00AB48BE" w:rsidRDefault="00AB48BE"/>
    <w:p w14:paraId="2A404ABC" w14:textId="77777777" w:rsidR="00AB48BE" w:rsidRDefault="00AB48BE"/>
  </w:endnote>
  <w:endnote w:type="continuationSeparator" w:id="0">
    <w:p w14:paraId="65E2DBF3" w14:textId="77777777" w:rsidR="00AB48BE" w:rsidRDefault="00AB48BE">
      <w:pPr>
        <w:spacing w:after="0" w:line="240" w:lineRule="auto"/>
      </w:pPr>
      <w:r>
        <w:continuationSeparator/>
      </w:r>
    </w:p>
    <w:p w14:paraId="4B1CE77F" w14:textId="77777777" w:rsidR="00AB48BE" w:rsidRDefault="00AB48BE"/>
    <w:p w14:paraId="2EE9D465" w14:textId="77777777" w:rsidR="00AB48BE" w:rsidRDefault="00AB48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6D01CE" w:rsidRDefault="006D01CE">
    <w:pPr>
      <w:pStyle w:val="Zpat"/>
      <w:jc w:val="right"/>
    </w:pPr>
  </w:p>
  <w:p w14:paraId="2876E8E4" w14:textId="33B9A514" w:rsidR="006D01CE" w:rsidRDefault="006D01CE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6D01CE" w:rsidRDefault="006D01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2CF">
          <w:rPr>
            <w:noProof/>
          </w:rPr>
          <w:t>19</w:t>
        </w:r>
        <w:r>
          <w:fldChar w:fldCharType="end"/>
        </w:r>
      </w:p>
    </w:sdtContent>
  </w:sdt>
  <w:p w14:paraId="4D643263" w14:textId="77777777" w:rsidR="006D01CE" w:rsidRDefault="006D01C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6D01CE" w:rsidRDefault="006D01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2CF">
          <w:rPr>
            <w:noProof/>
          </w:rPr>
          <w:t>23</w:t>
        </w:r>
        <w:r>
          <w:fldChar w:fldCharType="end"/>
        </w:r>
      </w:p>
    </w:sdtContent>
  </w:sdt>
  <w:p w14:paraId="12E64BC5" w14:textId="77777777" w:rsidR="006D01CE" w:rsidRDefault="006D01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151EC" w14:textId="77777777" w:rsidR="00AB48BE" w:rsidRDefault="00AB48BE">
      <w:pPr>
        <w:spacing w:after="0" w:line="240" w:lineRule="auto"/>
      </w:pPr>
      <w:r>
        <w:separator/>
      </w:r>
    </w:p>
    <w:p w14:paraId="5A70B92D" w14:textId="77777777" w:rsidR="00AB48BE" w:rsidRDefault="00AB48BE"/>
    <w:p w14:paraId="317CE9A9" w14:textId="77777777" w:rsidR="00AB48BE" w:rsidRDefault="00AB48BE"/>
  </w:footnote>
  <w:footnote w:type="continuationSeparator" w:id="0">
    <w:p w14:paraId="0BA34604" w14:textId="77777777" w:rsidR="00AB48BE" w:rsidRDefault="00AB48BE">
      <w:pPr>
        <w:spacing w:after="0" w:line="240" w:lineRule="auto"/>
      </w:pPr>
      <w:r>
        <w:continuationSeparator/>
      </w:r>
    </w:p>
    <w:p w14:paraId="11C1CA98" w14:textId="77777777" w:rsidR="00AB48BE" w:rsidRDefault="00AB48BE"/>
    <w:p w14:paraId="5285D31A" w14:textId="77777777" w:rsidR="00AB48BE" w:rsidRDefault="00AB48B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6D01CE" w:rsidRPr="000568A2" w:rsidRDefault="006D01CE" w:rsidP="00FB74B6">
    <w:pPr>
      <w:spacing w:after="0" w:line="240" w:lineRule="auto"/>
      <w:ind w:right="141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5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0D448E83" w:rsidR="006D01CE" w:rsidRDefault="006D01CE" w:rsidP="00FB74B6">
    <w:pPr>
      <w:pStyle w:val="Zhlav"/>
      <w:tabs>
        <w:tab w:val="clear" w:pos="4536"/>
        <w:tab w:val="clear" w:pos="9072"/>
        <w:tab w:val="left" w:pos="7125"/>
      </w:tabs>
      <w:jc w:val="both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756B6187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638800" cy="19050"/>
              <wp:effectExtent l="0" t="0" r="19050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3880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7A095E" id="Přímá spojnice 44" o:spid="_x0000_s1026" style="position:absolute;flip:y;z-index:2516787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4.6pt" to="444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" strokecolor="#0909f5">
              <w10:wrap anchorx="margin"/>
            </v:line>
          </w:pict>
        </mc:Fallback>
      </mc:AlternateContent>
    </w:r>
    <w:r>
      <w:tab/>
    </w:r>
  </w:p>
  <w:p w14:paraId="756912E8" w14:textId="0E6CC2C9" w:rsidR="006D01CE" w:rsidRDefault="006D01C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6D01CE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6D01CE" w:rsidRDefault="006D01CE" w:rsidP="00412F26">
          <w:pPr>
            <w:pStyle w:val="Informannadpis"/>
          </w:pPr>
        </w:p>
      </w:tc>
    </w:tr>
    <w:tr w:rsidR="006D01CE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6D01CE" w:rsidRDefault="006D01CE">
          <w:pPr>
            <w:rPr>
              <w:sz w:val="10"/>
            </w:rPr>
          </w:pPr>
        </w:p>
      </w:tc>
    </w:tr>
  </w:tbl>
  <w:p w14:paraId="44558F0C" w14:textId="2AE1E7E4" w:rsidR="006D01CE" w:rsidRDefault="006D01CE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6D01CE" w:rsidRDefault="006D01CE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6D01CE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6D01CE" w:rsidRDefault="006D01CE" w:rsidP="00BC3FFA">
          <w:pPr>
            <w:pStyle w:val="Informannadpis"/>
          </w:pPr>
        </w:p>
      </w:tc>
    </w:tr>
    <w:tr w:rsidR="006D01CE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6D01CE" w:rsidRDefault="006D01CE">
          <w:pPr>
            <w:rPr>
              <w:sz w:val="10"/>
            </w:rPr>
          </w:pPr>
        </w:p>
      </w:tc>
    </w:tr>
  </w:tbl>
  <w:p w14:paraId="6DC3D967" w14:textId="4262F728" w:rsidR="006D01CE" w:rsidRDefault="006D01CE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A4943BC"/>
    <w:multiLevelType w:val="multilevel"/>
    <w:tmpl w:val="2EDE5330"/>
    <w:lvl w:ilvl="0">
      <w:start w:val="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F331043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BA240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4" w15:restartNumberingAfterBreak="0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DDE38B0"/>
    <w:multiLevelType w:val="multilevel"/>
    <w:tmpl w:val="0F8EFB10"/>
    <w:lvl w:ilvl="0">
      <w:start w:val="5"/>
      <w:numFmt w:val="decimal"/>
      <w:lvlText w:val="%1"/>
      <w:lvlJc w:val="left"/>
      <w:pPr>
        <w:ind w:left="384" w:hanging="384"/>
      </w:pPr>
      <w:rPr>
        <w:rFonts w:hint="default"/>
        <w:b/>
        <w:color w:val="000000" w:themeColor="text1"/>
        <w:sz w:val="28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  <w:b/>
        <w:color w:val="000000" w:themeColor="text1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 w:themeColor="text1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 w:themeColor="text1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 w:themeColor="text1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 w:themeColor="text1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 w:themeColor="text1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 w:themeColor="text1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 w:themeColor="text1"/>
        <w:sz w:val="28"/>
      </w:rPr>
    </w:lvl>
  </w:abstractNum>
  <w:abstractNum w:abstractNumId="17" w15:restartNumberingAfterBreak="0">
    <w:nsid w:val="4A113BAE"/>
    <w:multiLevelType w:val="multilevel"/>
    <w:tmpl w:val="6B88B440"/>
    <w:lvl w:ilvl="0">
      <w:start w:val="7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FD43D56"/>
    <w:multiLevelType w:val="multilevel"/>
    <w:tmpl w:val="34F639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2DC6B67"/>
    <w:multiLevelType w:val="multilevel"/>
    <w:tmpl w:val="146CDF76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2"/>
  </w:num>
  <w:num w:numId="3">
    <w:abstractNumId w:val="24"/>
  </w:num>
  <w:num w:numId="4">
    <w:abstractNumId w:val="21"/>
  </w:num>
  <w:num w:numId="5">
    <w:abstractNumId w:val="28"/>
  </w:num>
  <w:num w:numId="6">
    <w:abstractNumId w:val="1"/>
  </w:num>
  <w:num w:numId="7">
    <w:abstractNumId w:val="2"/>
  </w:num>
  <w:num w:numId="8">
    <w:abstractNumId w:val="6"/>
  </w:num>
  <w:num w:numId="9">
    <w:abstractNumId w:val="19"/>
  </w:num>
  <w:num w:numId="10">
    <w:abstractNumId w:val="18"/>
  </w:num>
  <w:num w:numId="11">
    <w:abstractNumId w:val="11"/>
  </w:num>
  <w:num w:numId="12">
    <w:abstractNumId w:val="10"/>
  </w:num>
  <w:num w:numId="13">
    <w:abstractNumId w:val="4"/>
  </w:num>
  <w:num w:numId="14">
    <w:abstractNumId w:val="29"/>
  </w:num>
  <w:num w:numId="15">
    <w:abstractNumId w:val="30"/>
  </w:num>
  <w:num w:numId="16">
    <w:abstractNumId w:val="5"/>
  </w:num>
  <w:num w:numId="17">
    <w:abstractNumId w:val="13"/>
  </w:num>
  <w:num w:numId="18">
    <w:abstractNumId w:val="26"/>
  </w:num>
  <w:num w:numId="19">
    <w:abstractNumId w:val="23"/>
  </w:num>
  <w:num w:numId="20">
    <w:abstractNumId w:val="27"/>
  </w:num>
  <w:num w:numId="21">
    <w:abstractNumId w:val="15"/>
  </w:num>
  <w:num w:numId="22">
    <w:abstractNumId w:val="14"/>
  </w:num>
  <w:num w:numId="23">
    <w:abstractNumId w:val="20"/>
  </w:num>
  <w:num w:numId="24">
    <w:abstractNumId w:val="22"/>
  </w:num>
  <w:num w:numId="25">
    <w:abstractNumId w:val="7"/>
  </w:num>
  <w:num w:numId="26">
    <w:abstractNumId w:val="8"/>
  </w:num>
  <w:num w:numId="27">
    <w:abstractNumId w:val="3"/>
  </w:num>
  <w:num w:numId="28">
    <w:abstractNumId w:val="9"/>
  </w:num>
  <w:num w:numId="29">
    <w:abstractNumId w:val="16"/>
  </w:num>
  <w:num w:numId="30">
    <w:abstractNumId w:val="25"/>
  </w:num>
  <w:num w:numId="31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DD5"/>
    <w:rsid w:val="00033E6F"/>
    <w:rsid w:val="00040F06"/>
    <w:rsid w:val="000417E2"/>
    <w:rsid w:val="00047809"/>
    <w:rsid w:val="000568A2"/>
    <w:rsid w:val="00057391"/>
    <w:rsid w:val="0007086E"/>
    <w:rsid w:val="00071177"/>
    <w:rsid w:val="00072E3C"/>
    <w:rsid w:val="00074A7A"/>
    <w:rsid w:val="000755D8"/>
    <w:rsid w:val="00076F6F"/>
    <w:rsid w:val="000C0F8A"/>
    <w:rsid w:val="000C5B11"/>
    <w:rsid w:val="000E1A6B"/>
    <w:rsid w:val="000F1C52"/>
    <w:rsid w:val="000F7121"/>
    <w:rsid w:val="00104481"/>
    <w:rsid w:val="0015038A"/>
    <w:rsid w:val="001706F1"/>
    <w:rsid w:val="001716FA"/>
    <w:rsid w:val="001919A1"/>
    <w:rsid w:val="0019415B"/>
    <w:rsid w:val="001A11A1"/>
    <w:rsid w:val="001B0881"/>
    <w:rsid w:val="001B3A28"/>
    <w:rsid w:val="001B481C"/>
    <w:rsid w:val="001E0602"/>
    <w:rsid w:val="002014A8"/>
    <w:rsid w:val="0020682A"/>
    <w:rsid w:val="00215A12"/>
    <w:rsid w:val="002177E8"/>
    <w:rsid w:val="002254AF"/>
    <w:rsid w:val="0026610F"/>
    <w:rsid w:val="002672D6"/>
    <w:rsid w:val="002718D0"/>
    <w:rsid w:val="00277CD5"/>
    <w:rsid w:val="00285C56"/>
    <w:rsid w:val="002946D7"/>
    <w:rsid w:val="002A4A01"/>
    <w:rsid w:val="002B16FC"/>
    <w:rsid w:val="002B51CD"/>
    <w:rsid w:val="002B5EF3"/>
    <w:rsid w:val="002B6DA0"/>
    <w:rsid w:val="002C494C"/>
    <w:rsid w:val="002E00FC"/>
    <w:rsid w:val="002E1AE9"/>
    <w:rsid w:val="002F0C2F"/>
    <w:rsid w:val="002F47AC"/>
    <w:rsid w:val="00304214"/>
    <w:rsid w:val="003062E5"/>
    <w:rsid w:val="00307882"/>
    <w:rsid w:val="0032493C"/>
    <w:rsid w:val="00335213"/>
    <w:rsid w:val="003362CF"/>
    <w:rsid w:val="003713E4"/>
    <w:rsid w:val="00375A4E"/>
    <w:rsid w:val="00393F43"/>
    <w:rsid w:val="003C5652"/>
    <w:rsid w:val="003D237F"/>
    <w:rsid w:val="003D6956"/>
    <w:rsid w:val="003E29E7"/>
    <w:rsid w:val="00412F26"/>
    <w:rsid w:val="00432C32"/>
    <w:rsid w:val="004363B0"/>
    <w:rsid w:val="004547B2"/>
    <w:rsid w:val="004602CD"/>
    <w:rsid w:val="004773EB"/>
    <w:rsid w:val="004818DE"/>
    <w:rsid w:val="00482CCB"/>
    <w:rsid w:val="0049141F"/>
    <w:rsid w:val="004926DA"/>
    <w:rsid w:val="004A6AAF"/>
    <w:rsid w:val="004B7336"/>
    <w:rsid w:val="004D577D"/>
    <w:rsid w:val="004E1CAD"/>
    <w:rsid w:val="004E5776"/>
    <w:rsid w:val="005024A1"/>
    <w:rsid w:val="0050736A"/>
    <w:rsid w:val="0051668E"/>
    <w:rsid w:val="0054197D"/>
    <w:rsid w:val="005505EE"/>
    <w:rsid w:val="00554C47"/>
    <w:rsid w:val="00554F3F"/>
    <w:rsid w:val="00557B01"/>
    <w:rsid w:val="00562E3A"/>
    <w:rsid w:val="005761CF"/>
    <w:rsid w:val="0059403B"/>
    <w:rsid w:val="005977D7"/>
    <w:rsid w:val="005A5E8D"/>
    <w:rsid w:val="005B31BC"/>
    <w:rsid w:val="006035E5"/>
    <w:rsid w:val="00616598"/>
    <w:rsid w:val="00617BAC"/>
    <w:rsid w:val="00622717"/>
    <w:rsid w:val="00652DB4"/>
    <w:rsid w:val="006556BE"/>
    <w:rsid w:val="00675B0F"/>
    <w:rsid w:val="00691BB3"/>
    <w:rsid w:val="006A15BA"/>
    <w:rsid w:val="006A3B2A"/>
    <w:rsid w:val="006B3C08"/>
    <w:rsid w:val="006D01CE"/>
    <w:rsid w:val="006D521E"/>
    <w:rsid w:val="006E000A"/>
    <w:rsid w:val="00713469"/>
    <w:rsid w:val="00714A98"/>
    <w:rsid w:val="007336C0"/>
    <w:rsid w:val="00743F59"/>
    <w:rsid w:val="00776CF5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03918"/>
    <w:rsid w:val="00807AC5"/>
    <w:rsid w:val="0081151D"/>
    <w:rsid w:val="008309BB"/>
    <w:rsid w:val="0083571A"/>
    <w:rsid w:val="0084444F"/>
    <w:rsid w:val="00857F98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1610A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A5447"/>
    <w:rsid w:val="009C783C"/>
    <w:rsid w:val="009C7FAD"/>
    <w:rsid w:val="00A052FE"/>
    <w:rsid w:val="00A12408"/>
    <w:rsid w:val="00A26F45"/>
    <w:rsid w:val="00A30950"/>
    <w:rsid w:val="00A447CF"/>
    <w:rsid w:val="00A51EB0"/>
    <w:rsid w:val="00A60574"/>
    <w:rsid w:val="00A612A8"/>
    <w:rsid w:val="00A709F9"/>
    <w:rsid w:val="00A731FD"/>
    <w:rsid w:val="00A81445"/>
    <w:rsid w:val="00A91392"/>
    <w:rsid w:val="00A92528"/>
    <w:rsid w:val="00AA4C74"/>
    <w:rsid w:val="00AA6481"/>
    <w:rsid w:val="00AB48BE"/>
    <w:rsid w:val="00AE2238"/>
    <w:rsid w:val="00B11B4B"/>
    <w:rsid w:val="00B4462E"/>
    <w:rsid w:val="00B70DCC"/>
    <w:rsid w:val="00B759FA"/>
    <w:rsid w:val="00B8445C"/>
    <w:rsid w:val="00B90CD2"/>
    <w:rsid w:val="00B9125E"/>
    <w:rsid w:val="00B9395E"/>
    <w:rsid w:val="00B94036"/>
    <w:rsid w:val="00BA7DFB"/>
    <w:rsid w:val="00BC3FFA"/>
    <w:rsid w:val="00BD1405"/>
    <w:rsid w:val="00BD2117"/>
    <w:rsid w:val="00BD30A0"/>
    <w:rsid w:val="00BD695F"/>
    <w:rsid w:val="00BE6697"/>
    <w:rsid w:val="00BE67DD"/>
    <w:rsid w:val="00BF1743"/>
    <w:rsid w:val="00BF4798"/>
    <w:rsid w:val="00C06F04"/>
    <w:rsid w:val="00C12877"/>
    <w:rsid w:val="00C2264C"/>
    <w:rsid w:val="00C32E5F"/>
    <w:rsid w:val="00C60984"/>
    <w:rsid w:val="00C824C1"/>
    <w:rsid w:val="00C87774"/>
    <w:rsid w:val="00C91E2C"/>
    <w:rsid w:val="00C96951"/>
    <w:rsid w:val="00CA1621"/>
    <w:rsid w:val="00CB18F6"/>
    <w:rsid w:val="00CC10F0"/>
    <w:rsid w:val="00CD0470"/>
    <w:rsid w:val="00CD1067"/>
    <w:rsid w:val="00CE1968"/>
    <w:rsid w:val="00CE3DBE"/>
    <w:rsid w:val="00CE3FF0"/>
    <w:rsid w:val="00CE4697"/>
    <w:rsid w:val="00D000F5"/>
    <w:rsid w:val="00D01BEB"/>
    <w:rsid w:val="00D0486F"/>
    <w:rsid w:val="00D17B53"/>
    <w:rsid w:val="00D2000D"/>
    <w:rsid w:val="00D2080D"/>
    <w:rsid w:val="00D42714"/>
    <w:rsid w:val="00D54DAD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264DA"/>
    <w:rsid w:val="00E3665E"/>
    <w:rsid w:val="00E40087"/>
    <w:rsid w:val="00E4102D"/>
    <w:rsid w:val="00E53216"/>
    <w:rsid w:val="00E61AC8"/>
    <w:rsid w:val="00E67ECE"/>
    <w:rsid w:val="00E750EF"/>
    <w:rsid w:val="00E91696"/>
    <w:rsid w:val="00EA6E09"/>
    <w:rsid w:val="00EC72F2"/>
    <w:rsid w:val="00EE2C42"/>
    <w:rsid w:val="00F126A1"/>
    <w:rsid w:val="00F13132"/>
    <w:rsid w:val="00F424EC"/>
    <w:rsid w:val="00F42FC4"/>
    <w:rsid w:val="00F46417"/>
    <w:rsid w:val="00F51C36"/>
    <w:rsid w:val="00F54933"/>
    <w:rsid w:val="00FA2350"/>
    <w:rsid w:val="00FB0B19"/>
    <w:rsid w:val="00FB4A2A"/>
    <w:rsid w:val="00FB705F"/>
    <w:rsid w:val="00FB74B6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12E859"/>
  <w15:docId w15:val="{F36AF027-9BFA-4E62-86E5-C3D60BFB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2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2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2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2zvraznn52">
    <w:name w:val="Tabulka s mřížkou 2 – zvýraznění 52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customStyle="1" w:styleId="Svtltabulkasmkou1zvraznn52">
    <w:name w:val="Světlá tabulka s mřížkou 1 – zvýraznění 52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21">
    <w:name w:val="Tabulka s mřížkou 21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2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0">
    <w:name w:val="Světlá tabulka s mřížkou 1 – zvýraznění 11"/>
    <w:basedOn w:val="Normlntabulka"/>
    <w:next w:val="Svtltabulkasmkou1zvraznn1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2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2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2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2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2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E76A32-1BF6-4C76-B4F9-599942A3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845</TotalTime>
  <Pages>23</Pages>
  <Words>2503</Words>
  <Characters>14768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74</cp:revision>
  <cp:lastPrinted>2019-01-04T09:45:00Z</cp:lastPrinted>
  <dcterms:created xsi:type="dcterms:W3CDTF">2016-06-14T08:11:00Z</dcterms:created>
  <dcterms:modified xsi:type="dcterms:W3CDTF">2020-06-16T13:41:00Z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